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E57ACD">
        <w:rPr>
          <w:i/>
          <w:sz w:val="18"/>
          <w:szCs w:val="18"/>
        </w:rPr>
        <w:t>ES</w:t>
      </w:r>
      <w:r w:rsidR="00F34FD0">
        <w:rPr>
          <w:i/>
          <w:sz w:val="18"/>
          <w:szCs w:val="18"/>
        </w:rPr>
        <w:t xml:space="preserve">: </w:t>
      </w:r>
      <w:r w:rsidR="00E57ACD">
        <w:rPr>
          <w:i/>
          <w:sz w:val="18"/>
          <w:szCs w:val="18"/>
        </w:rPr>
        <w:t>Earth in space</w:t>
      </w:r>
      <w:r w:rsidR="00F34FD0">
        <w:rPr>
          <w:i/>
          <w:sz w:val="18"/>
          <w:szCs w:val="18"/>
        </w:rPr>
        <w:t xml:space="preserve"> &gt; </w:t>
      </w:r>
      <w:r w:rsidR="001B2603">
        <w:rPr>
          <w:i/>
          <w:sz w:val="18"/>
          <w:szCs w:val="18"/>
        </w:rPr>
        <w:t xml:space="preserve">Topic </w:t>
      </w:r>
      <w:r>
        <w:rPr>
          <w:i/>
          <w:sz w:val="18"/>
          <w:szCs w:val="18"/>
        </w:rPr>
        <w:t>P</w:t>
      </w:r>
      <w:r w:rsidR="00E57ACD">
        <w:rPr>
          <w:i/>
          <w:sz w:val="18"/>
          <w:szCs w:val="18"/>
        </w:rPr>
        <w:t>ES</w:t>
      </w:r>
      <w:r w:rsidR="00525BA0">
        <w:rPr>
          <w:i/>
          <w:sz w:val="18"/>
          <w:szCs w:val="18"/>
        </w:rPr>
        <w:t>2</w:t>
      </w:r>
      <w:r w:rsidR="00F34FD0">
        <w:rPr>
          <w:i/>
          <w:sz w:val="18"/>
          <w:szCs w:val="18"/>
        </w:rPr>
        <w:t xml:space="preserve">: </w:t>
      </w:r>
      <w:r w:rsidR="00E57ACD">
        <w:rPr>
          <w:i/>
          <w:sz w:val="18"/>
          <w:szCs w:val="18"/>
        </w:rPr>
        <w:t>Earth and Sun</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E57ACD">
            <w:pPr>
              <w:spacing w:after="60"/>
              <w:ind w:left="1304"/>
              <w:rPr>
                <w:b/>
                <w:sz w:val="40"/>
                <w:szCs w:val="40"/>
              </w:rPr>
            </w:pPr>
            <w:r>
              <w:rPr>
                <w:b/>
                <w:sz w:val="40"/>
                <w:szCs w:val="40"/>
              </w:rPr>
              <w:t>P</w:t>
            </w:r>
            <w:r w:rsidR="00E57ACD">
              <w:rPr>
                <w:b/>
                <w:sz w:val="40"/>
                <w:szCs w:val="40"/>
              </w:rPr>
              <w:t>ES2</w:t>
            </w:r>
            <w:r w:rsidR="00821188">
              <w:rPr>
                <w:b/>
                <w:sz w:val="40"/>
                <w:szCs w:val="40"/>
              </w:rPr>
              <w:t>.</w:t>
            </w:r>
            <w:r w:rsidR="00E57ACD">
              <w:rPr>
                <w:b/>
                <w:sz w:val="40"/>
                <w:szCs w:val="40"/>
              </w:rPr>
              <w:t>1</w:t>
            </w:r>
            <w:r w:rsidR="00821188">
              <w:rPr>
                <w:b/>
                <w:sz w:val="40"/>
                <w:szCs w:val="40"/>
              </w:rPr>
              <w:t xml:space="preserve">: </w:t>
            </w:r>
            <w:r w:rsidR="00E57ACD">
              <w:rPr>
                <w:b/>
                <w:sz w:val="40"/>
                <w:szCs w:val="40"/>
              </w:rPr>
              <w:t>Days and seasons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2A0937" w:rsidRPr="007F34D5" w:rsidRDefault="002A0937" w:rsidP="002A0937">
      <w:pPr>
        <w:spacing w:after="180"/>
      </w:pPr>
      <w:r w:rsidRPr="00DD4D20">
        <w:t>A big idea in</w:t>
      </w:r>
      <w:r>
        <w:t xml:space="preserve"> physics</w:t>
      </w:r>
      <w:r w:rsidRPr="00DD4D20">
        <w:t xml:space="preserve"> is </w:t>
      </w:r>
      <w:r w:rsidRPr="002748AB">
        <w:t>of Earth in space</w:t>
      </w:r>
      <w:r>
        <w:t>. This</w:t>
      </w:r>
      <w:r w:rsidRPr="002748AB">
        <w:t xml:space="preserve"> is </w:t>
      </w:r>
      <w:r>
        <w:t>important</w:t>
      </w:r>
      <w:r w:rsidRPr="002748AB">
        <w:t xml:space="preserve"> because we live on </w:t>
      </w:r>
      <w:r>
        <w:t xml:space="preserve">the </w:t>
      </w:r>
      <w:r w:rsidRPr="002748AB">
        <w:t>Earth</w:t>
      </w:r>
      <w:r>
        <w:t xml:space="preserve"> and it </w:t>
      </w:r>
      <w:r w:rsidRPr="002748AB">
        <w:t>is the only planet that we know to have abundant and complex life</w:t>
      </w:r>
      <w:r>
        <w:t>. U</w:t>
      </w:r>
      <w:r w:rsidRPr="002748AB">
        <w:t>nderstanding how the Earth and space systems interact, how they affect us, and how we affect them is vital for</w:t>
      </w:r>
      <w:r>
        <w:t xml:space="preserve"> our survival. Exploring our origins and our place in the universe feeds the intrinsic curiosity of humans and develops a sense of wonder.</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53472F">
        <w:t xml:space="preserve">building on observations of </w:t>
      </w:r>
      <w:r w:rsidR="00F115C7">
        <w:t xml:space="preserve">changes through a day and </w:t>
      </w:r>
      <w:r w:rsidR="0053472F">
        <w:t xml:space="preserve">differences between seasons, to </w:t>
      </w:r>
      <w:r w:rsidR="002C4C1C">
        <w:t>understand how</w:t>
      </w:r>
      <w:r w:rsidR="0053472F">
        <w:t xml:space="preserve"> the Earth-Sun model </w:t>
      </w:r>
      <w:r w:rsidR="002C4C1C">
        <w:t>can</w:t>
      </w:r>
      <w:r w:rsidR="0053472F">
        <w:t xml:space="preserve"> explain changes to the length of day and the heating effect of the Sun through a year.</w:t>
      </w:r>
    </w:p>
    <w:p w:rsidR="006A01DE" w:rsidRDefault="002A0937"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1488" behindDoc="1" locked="0" layoutInCell="1" allowOverlap="1">
            <wp:simplePos x="0" y="0"/>
            <wp:positionH relativeFrom="column">
              <wp:posOffset>4557222</wp:posOffset>
            </wp:positionH>
            <wp:positionV relativeFrom="paragraph">
              <wp:posOffset>585585</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w:t>
      </w:r>
      <w:r w:rsidR="00FA3B07">
        <w:t>understanding</w:t>
      </w:r>
      <w:r w:rsidR="006A01DE">
        <w:t xml:space="preserve"> of </w:t>
      </w:r>
      <w:r w:rsidR="004D3834">
        <w:t>how the Sun moves through the sky each day</w:t>
      </w:r>
      <w:r w:rsidR="006A01DE">
        <w:t xml:space="preserve">. It </w:t>
      </w:r>
      <w:r w:rsidR="005B4275">
        <w:t xml:space="preserve">then </w:t>
      </w:r>
      <w:r w:rsidR="00AA66F3">
        <w:t>supports the development of</w:t>
      </w:r>
      <w:r w:rsidR="006A01DE">
        <w:t xml:space="preserve"> </w:t>
      </w:r>
      <w:r w:rsidR="004D3834">
        <w:t>the Earth-sun model with the Earth’s axis tilted</w:t>
      </w:r>
      <w:r w:rsidR="006A01DE">
        <w:t xml:space="preserve"> in order to enable understanding of </w:t>
      </w:r>
      <w:r w:rsidR="004D3834">
        <w:t>why days are longer and the Sun higher in the sky during summer, and how these factors increase the average temperature during summer.</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2A0937">
        <w:rPr>
          <w:b/>
          <w:color w:val="5F497A" w:themeColor="accent4" w:themeShade="BF"/>
          <w:sz w:val="24"/>
        </w:rPr>
        <w:t>Days and seasons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963906" w:rsidP="005B118B">
            <w:pPr>
              <w:jc w:val="center"/>
              <w:rPr>
                <w:rFonts w:cstheme="minorHAnsi"/>
                <w:sz w:val="24"/>
                <w:szCs w:val="20"/>
              </w:rPr>
            </w:pPr>
            <w:r>
              <w:rPr>
                <w:rFonts w:cstheme="minorHAnsi"/>
                <w:sz w:val="24"/>
                <w:szCs w:val="20"/>
              </w:rPr>
              <w:t xml:space="preserve">The temperature is higher in the summer because the tilt of the </w:t>
            </w:r>
            <w:r w:rsidR="00853866">
              <w:rPr>
                <w:rFonts w:cstheme="minorHAnsi"/>
                <w:sz w:val="24"/>
                <w:szCs w:val="20"/>
              </w:rPr>
              <w:t xml:space="preserve">spinning </w:t>
            </w:r>
            <w:r>
              <w:rPr>
                <w:rFonts w:cstheme="minorHAnsi"/>
                <w:sz w:val="24"/>
                <w:szCs w:val="20"/>
              </w:rPr>
              <w:t xml:space="preserve">Earth increases the </w:t>
            </w:r>
            <w:r w:rsidR="005B118B">
              <w:rPr>
                <w:rFonts w:cstheme="minorHAnsi"/>
                <w:sz w:val="24"/>
                <w:szCs w:val="20"/>
              </w:rPr>
              <w:t xml:space="preserve">length of a day </w:t>
            </w:r>
            <w:r w:rsidRPr="00963906">
              <w:rPr>
                <w:rFonts w:cstheme="minorHAnsi"/>
                <w:i/>
                <w:sz w:val="24"/>
                <w:szCs w:val="20"/>
              </w:rPr>
              <w:t>and</w:t>
            </w:r>
            <w:r>
              <w:rPr>
                <w:rFonts w:cstheme="minorHAnsi"/>
                <w:sz w:val="24"/>
                <w:szCs w:val="20"/>
              </w:rPr>
              <w:t xml:space="preserve"> increases the </w:t>
            </w:r>
            <w:r w:rsidR="005B118B">
              <w:rPr>
                <w:rFonts w:cstheme="minorHAnsi"/>
                <w:sz w:val="24"/>
                <w:szCs w:val="20"/>
              </w:rPr>
              <w:t>heating effect of the Sun’s radiation</w:t>
            </w:r>
            <w:r w:rsidR="008B5B75">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329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A7254A">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329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A7254A">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B00DF7" w:rsidP="009B5270">
            <w:pPr>
              <w:spacing w:after="120"/>
              <w:rPr>
                <w:rFonts w:cstheme="minorHAnsi"/>
                <w:sz w:val="20"/>
                <w:szCs w:val="20"/>
              </w:rPr>
            </w:pPr>
            <w:r>
              <w:rPr>
                <w:rFonts w:cstheme="minorHAnsi"/>
                <w:sz w:val="20"/>
                <w:szCs w:val="20"/>
              </w:rPr>
              <w:t xml:space="preserve">Describe the apparent movement of the Sun </w:t>
            </w:r>
            <w:r w:rsidR="00B902DF">
              <w:rPr>
                <w:rFonts w:cstheme="minorHAnsi"/>
                <w:sz w:val="20"/>
                <w:szCs w:val="20"/>
              </w:rPr>
              <w:t>during the day</w:t>
            </w:r>
            <w:r w:rsidR="001F614F">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2F403B" w:rsidRDefault="00834704" w:rsidP="00B00DF7">
            <w:pPr>
              <w:spacing w:after="120"/>
              <w:rPr>
                <w:noProof/>
                <w:sz w:val="20"/>
                <w:lang w:eastAsia="en-GB"/>
              </w:rPr>
            </w:pPr>
            <w:r>
              <w:rPr>
                <w:rFonts w:cstheme="minorHAnsi"/>
                <w:sz w:val="20"/>
                <w:szCs w:val="20"/>
              </w:rPr>
              <w:t>Describe the effect of seasons on temperature, day length and the apparent movement of the Sun</w:t>
            </w:r>
            <w:r w:rsidR="001F614F">
              <w:rPr>
                <w:rFonts w:cstheme="minorHAnsi"/>
                <w:sz w:val="20"/>
                <w:szCs w:val="20"/>
              </w:rPr>
              <w:t>.</w:t>
            </w:r>
            <w:r w:rsidR="002F403B">
              <w:rPr>
                <w:noProof/>
                <w:sz w:val="20"/>
                <w:lang w:eastAsia="en-GB"/>
              </w:rPr>
              <w:t xml:space="preserve"> </w:t>
            </w:r>
          </w:p>
          <w:p w:rsidR="00761D32" w:rsidRPr="00E675A8" w:rsidRDefault="002F403B" w:rsidP="00B00DF7">
            <w:pPr>
              <w:spacing w:after="120"/>
              <w:rPr>
                <w:rFonts w:cstheme="minorHAnsi"/>
                <w:sz w:val="20"/>
                <w:szCs w:val="20"/>
              </w:rPr>
            </w:pPr>
            <w:r>
              <w:rPr>
                <w:noProof/>
                <w:sz w:val="20"/>
                <w:lang w:eastAsia="en-GB"/>
              </w:rPr>
              <mc:AlternateContent>
                <mc:Choice Requires="wps">
                  <w:drawing>
                    <wp:inline distT="0" distB="0" distL="0" distR="0" wp14:anchorId="1658E765" wp14:editId="6BB1BF97">
                      <wp:extent cx="200025" cy="209550"/>
                      <wp:effectExtent l="0" t="0" r="9525" b="6350"/>
                      <wp:docPr id="4" name="Text Box 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F403B" w:rsidRPr="00620AFF" w:rsidRDefault="002F403B" w:rsidP="002F403B">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58E765" id="Text Box 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AMHF5F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2F403B" w:rsidRPr="00620AFF" w:rsidRDefault="002F403B" w:rsidP="002F403B">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834704" w:rsidP="001F614F">
            <w:pPr>
              <w:spacing w:after="120"/>
              <w:rPr>
                <w:rFonts w:cstheme="minorHAnsi"/>
                <w:sz w:val="20"/>
                <w:szCs w:val="20"/>
              </w:rPr>
            </w:pPr>
            <w:r>
              <w:rPr>
                <w:rFonts w:cstheme="minorHAnsi"/>
                <w:sz w:val="20"/>
                <w:szCs w:val="20"/>
              </w:rPr>
              <w:t>Explain why days are longer in summer and shorter in winter</w:t>
            </w:r>
            <w:r w:rsidR="001F614F">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007ADB" w:rsidRDefault="00834704" w:rsidP="00007ADB">
            <w:pPr>
              <w:spacing w:after="120"/>
              <w:rPr>
                <w:rFonts w:cstheme="minorHAnsi"/>
                <w:sz w:val="20"/>
                <w:szCs w:val="20"/>
              </w:rPr>
            </w:pPr>
            <w:r>
              <w:rPr>
                <w:rFonts w:cstheme="minorHAnsi"/>
                <w:sz w:val="20"/>
                <w:szCs w:val="20"/>
              </w:rPr>
              <w:t>Explain why the angle of the Sun changes the effect of its heating</w:t>
            </w:r>
            <w:r w:rsidR="001F614F">
              <w:rPr>
                <w:rFonts w:cstheme="minorHAnsi"/>
                <w:sz w:val="20"/>
                <w:szCs w:val="20"/>
              </w:rPr>
              <w:t>.</w:t>
            </w:r>
          </w:p>
          <w:p w:rsidR="00761D32" w:rsidRPr="00E675A8" w:rsidRDefault="00761D32" w:rsidP="00007ADB">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B00DF7" w:rsidP="009B5270">
            <w:pPr>
              <w:spacing w:after="120"/>
              <w:rPr>
                <w:rFonts w:cstheme="minorHAnsi"/>
                <w:sz w:val="20"/>
                <w:szCs w:val="20"/>
              </w:rPr>
            </w:pPr>
            <w:r>
              <w:rPr>
                <w:rFonts w:cstheme="minorHAnsi"/>
                <w:sz w:val="20"/>
                <w:szCs w:val="20"/>
              </w:rPr>
              <w:t xml:space="preserve">Explain why </w:t>
            </w:r>
            <w:r w:rsidR="00F136AD">
              <w:rPr>
                <w:rFonts w:cstheme="minorHAnsi"/>
                <w:sz w:val="20"/>
                <w:szCs w:val="20"/>
              </w:rPr>
              <w:t xml:space="preserve">average </w:t>
            </w:r>
            <w:r>
              <w:rPr>
                <w:rFonts w:cstheme="minorHAnsi"/>
                <w:sz w:val="20"/>
                <w:szCs w:val="20"/>
              </w:rPr>
              <w:t>temperature is higher in summer and lower in winter</w:t>
            </w:r>
            <w:r w:rsidR="001F614F">
              <w:rPr>
                <w:rFonts w:cstheme="minorHAnsi"/>
                <w:sz w:val="20"/>
                <w:szCs w:val="20"/>
              </w:rPr>
              <w:t>.</w:t>
            </w:r>
          </w:p>
          <w:p w:rsidR="00761D32" w:rsidRPr="002450A9" w:rsidRDefault="00761D32" w:rsidP="009B5270">
            <w:pPr>
              <w:pStyle w:val="NoSpacing"/>
              <w:rPr>
                <w:rFonts w:asciiTheme="minorHAnsi" w:hAnsiTheme="minorHAnsi" w:cstheme="minorHAnsi"/>
                <w:b/>
                <w:sz w:val="20"/>
                <w:szCs w:val="20"/>
              </w:rPr>
            </w:pPr>
          </w:p>
        </w:tc>
      </w:tr>
      <w:tr w:rsidR="00761D32" w:rsidRPr="00E675A8" w:rsidTr="00F914B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F914B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E675A8" w:rsidRDefault="00677F01" w:rsidP="009B5270">
            <w:pPr>
              <w:jc w:val="center"/>
              <w:rPr>
                <w:rFonts w:cstheme="minorHAnsi"/>
                <w:sz w:val="20"/>
                <w:szCs w:val="20"/>
              </w:rPr>
            </w:pPr>
            <w:r w:rsidRPr="00DC0842">
              <w:rPr>
                <w:rFonts w:cstheme="minorHAnsi"/>
                <w:sz w:val="20"/>
                <w:szCs w:val="20"/>
              </w:rPr>
              <w:t>Changing Sun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5E4624" w:rsidRDefault="00C1183F" w:rsidP="009B5270">
            <w:pPr>
              <w:jc w:val="center"/>
              <w:rPr>
                <w:rFonts w:cstheme="minorHAnsi"/>
                <w:sz w:val="20"/>
                <w:szCs w:val="20"/>
              </w:rPr>
            </w:pPr>
            <w:r w:rsidRPr="005E4624">
              <w:rPr>
                <w:rFonts w:cstheme="minorHAnsi"/>
                <w:sz w:val="20"/>
                <w:szCs w:val="20"/>
              </w:rPr>
              <w:t>Changing seasons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5E4624" w:rsidRDefault="00D83DD3" w:rsidP="009B5270">
            <w:pPr>
              <w:jc w:val="center"/>
              <w:rPr>
                <w:rFonts w:cstheme="minorHAnsi"/>
                <w:sz w:val="20"/>
                <w:szCs w:val="20"/>
              </w:rPr>
            </w:pPr>
            <w:r w:rsidRPr="005E4624">
              <w:rPr>
                <w:rFonts w:cstheme="minorHAnsi"/>
                <w:sz w:val="20"/>
                <w:szCs w:val="20"/>
              </w:rPr>
              <w:t>Summer days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677F01" w:rsidRDefault="001B2E84" w:rsidP="00CB7ADB">
            <w:pPr>
              <w:jc w:val="center"/>
              <w:rPr>
                <w:rFonts w:cstheme="minorHAnsi"/>
                <w:color w:val="FF0000"/>
                <w:sz w:val="20"/>
                <w:szCs w:val="20"/>
              </w:rPr>
            </w:pPr>
            <w:r w:rsidRPr="00BA1347">
              <w:rPr>
                <w:rFonts w:cstheme="minorHAnsi"/>
                <w:sz w:val="20"/>
                <w:szCs w:val="20"/>
              </w:rPr>
              <w:t xml:space="preserve">Heating the </w:t>
            </w:r>
            <w:r w:rsidR="00CB7ADB">
              <w:rPr>
                <w:rFonts w:cstheme="minorHAnsi"/>
                <w:sz w:val="20"/>
                <w:szCs w:val="20"/>
              </w:rPr>
              <w:t>t</w:t>
            </w:r>
            <w:r w:rsidR="00BA1347">
              <w:rPr>
                <w:rFonts w:cstheme="minorHAnsi"/>
                <w:sz w:val="20"/>
                <w:szCs w:val="20"/>
              </w:rPr>
              <w:t>owel</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581EA6" w:rsidRDefault="00047483" w:rsidP="009B5270">
            <w:pPr>
              <w:jc w:val="center"/>
              <w:rPr>
                <w:rFonts w:cstheme="minorHAnsi"/>
                <w:sz w:val="20"/>
                <w:szCs w:val="20"/>
              </w:rPr>
            </w:pPr>
            <w:r w:rsidRPr="00581EA6">
              <w:rPr>
                <w:rFonts w:cstheme="minorHAnsi"/>
                <w:sz w:val="20"/>
                <w:szCs w:val="20"/>
              </w:rPr>
              <w:t>Hot summer days</w:t>
            </w:r>
          </w:p>
        </w:tc>
      </w:tr>
      <w:tr w:rsidR="00761D32" w:rsidRPr="00E675A8" w:rsidTr="00F914B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581EA6" w:rsidRDefault="00761D32" w:rsidP="009B5270">
            <w:pPr>
              <w:jc w:val="center"/>
              <w:rPr>
                <w:rFonts w:cstheme="minorHAnsi"/>
                <w:sz w:val="20"/>
                <w:szCs w:val="20"/>
              </w:rPr>
            </w:pPr>
          </w:p>
        </w:tc>
      </w:tr>
      <w:tr w:rsidR="004F0EBB" w:rsidRPr="00E675A8" w:rsidTr="00F914BB">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4F0EBB" w:rsidRDefault="004F0EBB"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4F0EBB" w:rsidRPr="003C7537" w:rsidRDefault="004F0EBB"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F0EBB" w:rsidRPr="00E675A8" w:rsidRDefault="004F0EBB" w:rsidP="009B5270">
            <w:pPr>
              <w:jc w:val="center"/>
              <w:rPr>
                <w:rFonts w:cstheme="minorHAnsi"/>
                <w:sz w:val="20"/>
                <w:szCs w:val="20"/>
              </w:rPr>
            </w:pPr>
            <w:r w:rsidRPr="00BE011A">
              <w:rPr>
                <w:rFonts w:cstheme="minorHAnsi"/>
                <w:sz w:val="20"/>
                <w:szCs w:val="20"/>
              </w:rPr>
              <w:t>Long days of summer</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F0EBB" w:rsidRPr="00E675A8" w:rsidRDefault="00CC7D10" w:rsidP="009B5270">
            <w:pPr>
              <w:jc w:val="center"/>
              <w:rPr>
                <w:rFonts w:cstheme="minorHAnsi"/>
                <w:sz w:val="20"/>
                <w:szCs w:val="20"/>
              </w:rPr>
            </w:pPr>
            <w:r w:rsidRPr="001F36DD">
              <w:rPr>
                <w:rFonts w:cstheme="minorHAnsi"/>
                <w:sz w:val="20"/>
                <w:szCs w:val="20"/>
              </w:rPr>
              <w:t>Getting warm</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F0EBB" w:rsidRPr="00581EA6" w:rsidRDefault="00FA3B07" w:rsidP="009B5270">
            <w:pPr>
              <w:jc w:val="center"/>
              <w:rPr>
                <w:rFonts w:cstheme="minorHAnsi"/>
                <w:sz w:val="20"/>
                <w:szCs w:val="20"/>
              </w:rPr>
            </w:pPr>
            <w:r>
              <w:rPr>
                <w:rFonts w:cstheme="minorHAnsi"/>
                <w:sz w:val="20"/>
                <w:szCs w:val="20"/>
              </w:rPr>
              <w:t>Explaining summer</w:t>
            </w:r>
          </w:p>
        </w:tc>
      </w:tr>
      <w:tr w:rsidR="004F0EBB" w:rsidRPr="00E675A8" w:rsidTr="00F914BB">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4F0EBB" w:rsidRPr="00E675A8" w:rsidRDefault="004F0EBB" w:rsidP="009B5270">
            <w:pP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4F0EBB" w:rsidRPr="00E675A8" w:rsidRDefault="004F0EBB" w:rsidP="00AB68F5">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F0EBB" w:rsidRPr="00E675A8" w:rsidRDefault="004F0EBB" w:rsidP="00AB68F5">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F0EBB" w:rsidRPr="00C24E40" w:rsidRDefault="00C24E40" w:rsidP="00AB68F5">
            <w:pPr>
              <w:jc w:val="center"/>
              <w:rPr>
                <w:rFonts w:cstheme="minorHAnsi"/>
                <w:color w:val="984806" w:themeColor="accent6" w:themeShade="80"/>
                <w:sz w:val="20"/>
                <w:szCs w:val="20"/>
              </w:rPr>
            </w:pPr>
            <w:r w:rsidRPr="00E0599D">
              <w:rPr>
                <w:rFonts w:cstheme="minorHAnsi"/>
                <w:sz w:val="20"/>
                <w:szCs w:val="20"/>
              </w:rPr>
              <w:t>Which season?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4F0EBB" w:rsidRPr="00E675A8" w:rsidRDefault="004F0EBB" w:rsidP="0074640D">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F0EBB" w:rsidRPr="00677F01" w:rsidRDefault="004F0EBB" w:rsidP="009B5270">
            <w:pPr>
              <w:jc w:val="center"/>
              <w:rPr>
                <w:rFonts w:cstheme="minorHAnsi"/>
                <w:color w:val="FF0000"/>
                <w:sz w:val="20"/>
                <w:szCs w:val="20"/>
              </w:rPr>
            </w:pPr>
          </w:p>
        </w:tc>
      </w:tr>
    </w:tbl>
    <w:p w:rsidR="00761D32" w:rsidRPr="00620AFF" w:rsidRDefault="00761D32" w:rsidP="00761D32">
      <w:pPr>
        <w:rPr>
          <w:sz w:val="20"/>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834704">
        <w:tc>
          <w:tcPr>
            <w:tcW w:w="10361" w:type="dxa"/>
            <w:gridSpan w:val="4"/>
          </w:tcPr>
          <w:p w:rsidR="00761D32" w:rsidRDefault="00761D32" w:rsidP="00834704">
            <w:pPr>
              <w:spacing w:after="120"/>
              <w:rPr>
                <w:sz w:val="20"/>
              </w:rPr>
            </w:pPr>
            <w:r>
              <w:rPr>
                <w:sz w:val="20"/>
              </w:rPr>
              <w:t>Key:</w:t>
            </w:r>
          </w:p>
        </w:tc>
      </w:tr>
      <w:tr w:rsidR="00761D32" w:rsidTr="00834704">
        <w:tc>
          <w:tcPr>
            <w:tcW w:w="438" w:type="dxa"/>
            <w:vAlign w:val="center"/>
          </w:tcPr>
          <w:p w:rsidR="00761D32" w:rsidRDefault="00761D32" w:rsidP="00834704">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834704">
            <w:pPr>
              <w:rPr>
                <w:sz w:val="20"/>
              </w:rPr>
            </w:pPr>
            <w:r>
              <w:rPr>
                <w:sz w:val="20"/>
              </w:rPr>
              <w:t>Prior understanding from earlier stages of learning</w:t>
            </w:r>
          </w:p>
        </w:tc>
        <w:tc>
          <w:tcPr>
            <w:tcW w:w="437" w:type="dxa"/>
            <w:vAlign w:val="center"/>
          </w:tcPr>
          <w:p w:rsidR="00761D32" w:rsidRDefault="00761D32" w:rsidP="00834704">
            <w:pPr>
              <w:jc w:val="center"/>
              <w:rPr>
                <w:sz w:val="20"/>
              </w:rPr>
            </w:pPr>
          </w:p>
        </w:tc>
        <w:tc>
          <w:tcPr>
            <w:tcW w:w="4407" w:type="dxa"/>
            <w:vAlign w:val="center"/>
          </w:tcPr>
          <w:p w:rsidR="00761D32" w:rsidRDefault="00761D32" w:rsidP="00834704">
            <w:pPr>
              <w:rPr>
                <w:sz w:val="20"/>
              </w:rPr>
            </w:pPr>
          </w:p>
        </w:tc>
      </w:tr>
    </w:tbl>
    <w:p w:rsidR="00834704" w:rsidRDefault="00834704" w:rsidP="00834704">
      <w:pPr>
        <w:tabs>
          <w:tab w:val="left" w:pos="2405"/>
        </w:tabs>
        <w:spacing w:after="200" w:line="276" w:lineRule="auto"/>
      </w:pPr>
      <w:r>
        <w:tab/>
      </w:r>
    </w:p>
    <w:p w:rsidR="00761D32" w:rsidRDefault="00834704" w:rsidP="00761D32">
      <w:pPr>
        <w:spacing w:after="200" w:line="276" w:lineRule="auto"/>
      </w:pPr>
      <w:r>
        <w:br w:type="textWrapping" w:clear="all"/>
      </w:r>
      <w:r w:rsidR="00761D32">
        <w:br w:type="page"/>
      </w:r>
      <w:bookmarkStart w:id="0" w:name="_GoBack"/>
      <w:bookmarkEnd w:id="0"/>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B84FEE" w:rsidRPr="00D2452D"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84FEE" w:rsidRPr="00B84FEE" w:rsidRDefault="00B84FEE" w:rsidP="00B84FEE">
            <w:pPr>
              <w:jc w:val="center"/>
              <w:rPr>
                <w:rFonts w:cstheme="minorHAnsi"/>
                <w:b/>
              </w:rPr>
            </w:pPr>
            <w:r w:rsidRPr="00B84FEE">
              <w:rPr>
                <w:rFonts w:cstheme="minorHAnsi"/>
                <w:b/>
              </w:rPr>
              <w:lastRenderedPageBreak/>
              <w:t>Changing Sun</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84FEE" w:rsidRPr="00B84FEE" w:rsidRDefault="00B84FEE" w:rsidP="00B84FEE">
            <w:pPr>
              <w:jc w:val="center"/>
              <w:rPr>
                <w:rFonts w:cstheme="minorHAnsi"/>
                <w:b/>
              </w:rPr>
            </w:pPr>
            <w:r w:rsidRPr="00B84FEE">
              <w:rPr>
                <w:rFonts w:cstheme="minorHAnsi"/>
                <w:b/>
              </w:rPr>
              <w:t>Changing seasons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B84FEE" w:rsidRPr="00B84FEE" w:rsidRDefault="00B84FEE" w:rsidP="00B84FEE">
            <w:pPr>
              <w:jc w:val="center"/>
              <w:rPr>
                <w:rFonts w:cstheme="minorHAnsi"/>
                <w:b/>
              </w:rPr>
            </w:pPr>
            <w:r w:rsidRPr="00B84FEE">
              <w:rPr>
                <w:rFonts w:cstheme="minorHAnsi"/>
                <w:b/>
              </w:rPr>
              <w:t>Summer days</w:t>
            </w:r>
          </w:p>
        </w:tc>
        <w:tc>
          <w:tcPr>
            <w:tcW w:w="2790" w:type="dxa"/>
            <w:tcBorders>
              <w:left w:val="single" w:sz="4" w:space="0" w:color="auto"/>
              <w:bottom w:val="nil"/>
            </w:tcBorders>
            <w:shd w:val="clear" w:color="auto" w:fill="E5DFEC" w:themeFill="accent4" w:themeFillTint="33"/>
            <w:vAlign w:val="center"/>
          </w:tcPr>
          <w:p w:rsidR="00B84FEE" w:rsidRPr="00AC1978" w:rsidRDefault="00C23A7F" w:rsidP="00B84FEE">
            <w:pPr>
              <w:jc w:val="center"/>
              <w:rPr>
                <w:rFonts w:cstheme="minorHAnsi"/>
                <w:b/>
              </w:rPr>
            </w:pPr>
            <w:r>
              <w:rPr>
                <w:rFonts w:cstheme="minorHAnsi"/>
                <w:b/>
              </w:rPr>
              <w:t>Heating the towel</w:t>
            </w:r>
          </w:p>
        </w:tc>
        <w:tc>
          <w:tcPr>
            <w:tcW w:w="2790" w:type="dxa"/>
            <w:tcBorders>
              <w:bottom w:val="nil"/>
            </w:tcBorders>
            <w:shd w:val="clear" w:color="auto" w:fill="E5DFEC" w:themeFill="accent4" w:themeFillTint="33"/>
            <w:vAlign w:val="center"/>
          </w:tcPr>
          <w:p w:rsidR="00B84FEE" w:rsidRPr="00AC1978" w:rsidRDefault="00F1454D" w:rsidP="00B84FEE">
            <w:pPr>
              <w:jc w:val="center"/>
              <w:rPr>
                <w:rFonts w:cstheme="minorHAnsi"/>
                <w:b/>
              </w:rPr>
            </w:pPr>
            <w:r>
              <w:rPr>
                <w:rFonts w:cstheme="minorHAnsi"/>
                <w:b/>
              </w:rPr>
              <w:t>Hot summer days</w:t>
            </w:r>
          </w:p>
        </w:tc>
      </w:tr>
      <w:tr w:rsidR="00B84FEE" w:rsidTr="009A68B9">
        <w:trPr>
          <w:trHeight w:hRule="exact" w:val="3515"/>
        </w:trPr>
        <w:tc>
          <w:tcPr>
            <w:tcW w:w="2789" w:type="dxa"/>
            <w:tcBorders>
              <w:top w:val="nil"/>
              <w:bottom w:val="nil"/>
            </w:tcBorders>
            <w:vAlign w:val="center"/>
          </w:tcPr>
          <w:p w:rsidR="00B84FEE" w:rsidRDefault="002F71F0" w:rsidP="00911BF8">
            <w:pPr>
              <w:jc w:val="center"/>
              <w:rPr>
                <w:b/>
                <w:color w:val="5F497A" w:themeColor="accent4" w:themeShade="BF"/>
                <w:sz w:val="24"/>
              </w:rPr>
            </w:pPr>
            <w:r>
              <w:rPr>
                <w:b/>
                <w:noProof/>
                <w:color w:val="5F497A" w:themeColor="accent4" w:themeShade="BF"/>
                <w:sz w:val="24"/>
                <w:lang w:eastAsia="en-GB"/>
              </w:rPr>
              <w:drawing>
                <wp:inline distT="0" distB="0" distL="0" distR="0">
                  <wp:extent cx="1528225" cy="2160000"/>
                  <wp:effectExtent l="19050" t="19050" r="1524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8C5EB.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8225"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B84FEE" w:rsidRDefault="006C4BCF" w:rsidP="00E52449">
            <w:pPr>
              <w:jc w:val="center"/>
              <w:rPr>
                <w:b/>
                <w:color w:val="5F497A" w:themeColor="accent4" w:themeShade="BF"/>
                <w:sz w:val="24"/>
              </w:rPr>
            </w:pPr>
            <w:r>
              <w:rPr>
                <w:b/>
                <w:noProof/>
                <w:color w:val="5F497A" w:themeColor="accent4" w:themeShade="BF"/>
                <w:sz w:val="24"/>
                <w:lang w:eastAsia="en-GB"/>
              </w:rPr>
              <w:drawing>
                <wp:inline distT="0" distB="0" distL="0" distR="0">
                  <wp:extent cx="1524396" cy="2160000"/>
                  <wp:effectExtent l="19050" t="19050" r="1905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88244E.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396"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84FEE" w:rsidRDefault="00341D0E" w:rsidP="00EA5F93">
            <w:pPr>
              <w:jc w:val="center"/>
              <w:rPr>
                <w:b/>
                <w:color w:val="5F497A" w:themeColor="accent4" w:themeShade="BF"/>
                <w:sz w:val="24"/>
              </w:rPr>
            </w:pPr>
            <w:r>
              <w:rPr>
                <w:b/>
                <w:noProof/>
                <w:color w:val="5F497A" w:themeColor="accent4" w:themeShade="BF"/>
                <w:sz w:val="24"/>
                <w:lang w:eastAsia="en-GB"/>
              </w:rPr>
              <w:drawing>
                <wp:inline distT="0" distB="0" distL="0" distR="0">
                  <wp:extent cx="1525114" cy="2160000"/>
                  <wp:effectExtent l="19050" t="19050" r="1841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883B1B.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84FEE" w:rsidRDefault="00C25937" w:rsidP="00C25937">
            <w:pPr>
              <w:jc w:val="center"/>
              <w:rPr>
                <w:b/>
                <w:color w:val="5F497A" w:themeColor="accent4" w:themeShade="BF"/>
                <w:sz w:val="24"/>
              </w:rPr>
            </w:pPr>
            <w:r>
              <w:rPr>
                <w:b/>
                <w:noProof/>
                <w:color w:val="5F497A" w:themeColor="accent4" w:themeShade="BF"/>
                <w:sz w:val="24"/>
                <w:lang w:eastAsia="en-GB"/>
              </w:rPr>
              <w:drawing>
                <wp:inline distT="0" distB="0" distL="0" distR="0">
                  <wp:extent cx="1522482" cy="2160000"/>
                  <wp:effectExtent l="19050" t="19050" r="2095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990B49.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248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84FEE" w:rsidRDefault="00DF121A" w:rsidP="00DF121A">
            <w:pPr>
              <w:jc w:val="center"/>
              <w:rPr>
                <w:b/>
                <w:color w:val="5F497A" w:themeColor="accent4" w:themeShade="BF"/>
                <w:sz w:val="24"/>
              </w:rPr>
            </w:pPr>
            <w:r>
              <w:rPr>
                <w:b/>
                <w:noProof/>
                <w:color w:val="5F497A" w:themeColor="accent4" w:themeShade="BF"/>
                <w:sz w:val="24"/>
                <w:lang w:eastAsia="en-GB"/>
              </w:rPr>
              <w:drawing>
                <wp:inline distT="0" distB="0" distL="0" distR="0">
                  <wp:extent cx="1530858" cy="2160000"/>
                  <wp:effectExtent l="19050" t="19050" r="12700"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883E0F.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0858" cy="2160000"/>
                          </a:xfrm>
                          <a:prstGeom prst="rect">
                            <a:avLst/>
                          </a:prstGeom>
                          <a:ln w="6350">
                            <a:solidFill>
                              <a:schemeClr val="accent4">
                                <a:lumMod val="50000"/>
                              </a:schemeClr>
                            </a:solidFill>
                          </a:ln>
                        </pic:spPr>
                      </pic:pic>
                    </a:graphicData>
                  </a:graphic>
                </wp:inline>
              </w:drawing>
            </w:r>
          </w:p>
        </w:tc>
      </w:tr>
      <w:tr w:rsidR="00B84FEE" w:rsidTr="007B46DA">
        <w:trPr>
          <w:trHeight w:hRule="exact" w:val="454"/>
        </w:trPr>
        <w:tc>
          <w:tcPr>
            <w:tcW w:w="2789" w:type="dxa"/>
            <w:tcBorders>
              <w:top w:val="nil"/>
              <w:bottom w:val="single" w:sz="4" w:space="0" w:color="auto"/>
            </w:tcBorders>
            <w:shd w:val="clear" w:color="auto" w:fill="E5DFEC" w:themeFill="accent4" w:themeFillTint="33"/>
            <w:vAlign w:val="center"/>
          </w:tcPr>
          <w:p w:rsidR="00B84FEE" w:rsidRPr="00EA6AA1" w:rsidRDefault="002F71F0" w:rsidP="00B84FEE">
            <w:pPr>
              <w:spacing w:after="120" w:line="276" w:lineRule="auto"/>
              <w:jc w:val="center"/>
            </w:pPr>
            <w:r>
              <w:t>Two-tier multiple choice</w:t>
            </w:r>
          </w:p>
        </w:tc>
        <w:tc>
          <w:tcPr>
            <w:tcW w:w="2789" w:type="dxa"/>
            <w:tcBorders>
              <w:top w:val="nil"/>
              <w:bottom w:val="single" w:sz="4" w:space="0" w:color="auto"/>
            </w:tcBorders>
            <w:shd w:val="clear" w:color="auto" w:fill="E5DFEC" w:themeFill="accent4" w:themeFillTint="33"/>
            <w:vAlign w:val="center"/>
          </w:tcPr>
          <w:p w:rsidR="00B84FEE" w:rsidRPr="00EA6AA1" w:rsidRDefault="00370273" w:rsidP="00B84FEE">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B84FEE" w:rsidRPr="00EA6AA1" w:rsidRDefault="00EA5F93" w:rsidP="00B84FEE">
            <w:pPr>
              <w:spacing w:after="120" w:line="276" w:lineRule="auto"/>
              <w:jc w:val="center"/>
            </w:pPr>
            <w:r>
              <w:t>T</w:t>
            </w:r>
            <w:r w:rsidRPr="00535269">
              <w:t>wo-tier multiple</w:t>
            </w:r>
            <w:r>
              <w:t xml:space="preserve"> choice</w:t>
            </w:r>
          </w:p>
        </w:tc>
        <w:tc>
          <w:tcPr>
            <w:tcW w:w="2790" w:type="dxa"/>
            <w:tcBorders>
              <w:top w:val="nil"/>
              <w:bottom w:val="single" w:sz="4" w:space="0" w:color="auto"/>
            </w:tcBorders>
            <w:shd w:val="clear" w:color="auto" w:fill="E5DFEC" w:themeFill="accent4" w:themeFillTint="33"/>
            <w:vAlign w:val="center"/>
          </w:tcPr>
          <w:p w:rsidR="00B84FEE" w:rsidRPr="00EA6AA1" w:rsidRDefault="00C25937" w:rsidP="00B84FEE">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B84FEE" w:rsidRPr="00EA6AA1" w:rsidRDefault="00DF121A" w:rsidP="00B84FEE">
            <w:pPr>
              <w:spacing w:after="120" w:line="276" w:lineRule="auto"/>
              <w:jc w:val="center"/>
            </w:pPr>
            <w:r>
              <w:t>Confidence grid</w:t>
            </w:r>
          </w:p>
        </w:tc>
      </w:tr>
      <w:tr w:rsidR="00B84FEE" w:rsidRPr="00D2452D" w:rsidTr="007B46DA">
        <w:trPr>
          <w:trHeight w:hRule="exact" w:val="340"/>
        </w:trPr>
        <w:tc>
          <w:tcPr>
            <w:tcW w:w="2789" w:type="dxa"/>
            <w:tcBorders>
              <w:bottom w:val="nil"/>
            </w:tcBorders>
            <w:shd w:val="clear" w:color="auto" w:fill="B2A1C7" w:themeFill="accent4" w:themeFillTint="99"/>
            <w:vAlign w:val="center"/>
          </w:tcPr>
          <w:p w:rsidR="00B84FEE" w:rsidRPr="00B84FEE" w:rsidRDefault="00B84FEE" w:rsidP="00B84FEE">
            <w:pPr>
              <w:spacing w:line="276" w:lineRule="auto"/>
              <w:jc w:val="center"/>
              <w:rPr>
                <w:b/>
              </w:rPr>
            </w:pPr>
            <w:r w:rsidRPr="00B84FEE">
              <w:rPr>
                <w:rFonts w:cstheme="minorHAnsi"/>
                <w:b/>
                <w:szCs w:val="20"/>
              </w:rPr>
              <w:t>Long days of summer</w:t>
            </w:r>
          </w:p>
        </w:tc>
        <w:tc>
          <w:tcPr>
            <w:tcW w:w="2789" w:type="dxa"/>
            <w:tcBorders>
              <w:bottom w:val="nil"/>
            </w:tcBorders>
            <w:shd w:val="clear" w:color="auto" w:fill="B2A1C7" w:themeFill="accent4" w:themeFillTint="99"/>
            <w:vAlign w:val="center"/>
          </w:tcPr>
          <w:p w:rsidR="00B84FEE" w:rsidRPr="00AC1978" w:rsidRDefault="00E0599D" w:rsidP="00B84FEE">
            <w:pPr>
              <w:jc w:val="center"/>
              <w:rPr>
                <w:rFonts w:cstheme="minorHAnsi"/>
                <w:b/>
              </w:rPr>
            </w:pPr>
            <w:r>
              <w:rPr>
                <w:rFonts w:cstheme="minorHAnsi"/>
                <w:b/>
              </w:rPr>
              <w:t>Which season?</w:t>
            </w:r>
          </w:p>
        </w:tc>
        <w:tc>
          <w:tcPr>
            <w:tcW w:w="2790" w:type="dxa"/>
            <w:tcBorders>
              <w:bottom w:val="nil"/>
            </w:tcBorders>
            <w:shd w:val="clear" w:color="auto" w:fill="B2A1C7" w:themeFill="accent4" w:themeFillTint="99"/>
            <w:vAlign w:val="center"/>
          </w:tcPr>
          <w:p w:rsidR="00B84FEE" w:rsidRPr="00D2452D" w:rsidRDefault="001B67FD" w:rsidP="00B84FEE">
            <w:pPr>
              <w:jc w:val="center"/>
              <w:rPr>
                <w:rFonts w:cstheme="minorHAnsi"/>
                <w:b/>
              </w:rPr>
            </w:pPr>
            <w:r>
              <w:rPr>
                <w:rFonts w:cstheme="minorHAnsi"/>
                <w:b/>
              </w:rPr>
              <w:t>Getting warm</w:t>
            </w:r>
          </w:p>
        </w:tc>
        <w:tc>
          <w:tcPr>
            <w:tcW w:w="2790" w:type="dxa"/>
            <w:tcBorders>
              <w:bottom w:val="nil"/>
            </w:tcBorders>
            <w:shd w:val="clear" w:color="auto" w:fill="B2A1C7" w:themeFill="accent4" w:themeFillTint="99"/>
            <w:vAlign w:val="center"/>
          </w:tcPr>
          <w:p w:rsidR="00B84FEE" w:rsidRPr="00D2452D" w:rsidRDefault="001B67FD" w:rsidP="00B84FEE">
            <w:pPr>
              <w:jc w:val="center"/>
              <w:rPr>
                <w:rFonts w:cstheme="minorHAnsi"/>
                <w:b/>
              </w:rPr>
            </w:pPr>
            <w:r>
              <w:rPr>
                <w:rFonts w:cstheme="minorHAnsi"/>
                <w:b/>
              </w:rPr>
              <w:t>Explaining summer</w:t>
            </w:r>
          </w:p>
        </w:tc>
        <w:tc>
          <w:tcPr>
            <w:tcW w:w="2790" w:type="dxa"/>
            <w:tcBorders>
              <w:left w:val="nil"/>
              <w:bottom w:val="nil"/>
              <w:right w:val="nil"/>
            </w:tcBorders>
            <w:shd w:val="clear" w:color="auto" w:fill="auto"/>
            <w:vAlign w:val="center"/>
          </w:tcPr>
          <w:p w:rsidR="00B84FEE" w:rsidRPr="00D2452D" w:rsidRDefault="00B84FEE" w:rsidP="00B84FEE">
            <w:pPr>
              <w:jc w:val="center"/>
              <w:rPr>
                <w:rFonts w:cstheme="minorHAnsi"/>
                <w:b/>
              </w:rPr>
            </w:pPr>
          </w:p>
        </w:tc>
      </w:tr>
      <w:tr w:rsidR="00B84FEE" w:rsidTr="007B46DA">
        <w:trPr>
          <w:trHeight w:hRule="exact" w:val="3515"/>
        </w:trPr>
        <w:tc>
          <w:tcPr>
            <w:tcW w:w="2789" w:type="dxa"/>
            <w:tcBorders>
              <w:top w:val="nil"/>
              <w:bottom w:val="nil"/>
            </w:tcBorders>
            <w:vAlign w:val="center"/>
          </w:tcPr>
          <w:p w:rsidR="00B84FEE" w:rsidRPr="00FC1013" w:rsidRDefault="00992BA6" w:rsidP="00992BA6">
            <w:pPr>
              <w:jc w:val="center"/>
            </w:pPr>
            <w:r>
              <w:rPr>
                <w:noProof/>
                <w:lang w:eastAsia="en-GB"/>
              </w:rPr>
              <w:drawing>
                <wp:inline distT="0" distB="0" distL="0" distR="0">
                  <wp:extent cx="1525114" cy="2160000"/>
                  <wp:effectExtent l="19050" t="19050" r="1841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88AF2D.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B84FEE" w:rsidRPr="00FC1013" w:rsidRDefault="004F163A" w:rsidP="00992BA6">
            <w:pPr>
              <w:jc w:val="center"/>
            </w:pPr>
            <w:r>
              <w:rPr>
                <w:noProof/>
                <w:lang w:eastAsia="en-GB"/>
              </w:rPr>
              <w:drawing>
                <wp:inline distT="0" distB="0" distL="0" distR="0">
                  <wp:extent cx="1528704" cy="2160000"/>
                  <wp:effectExtent l="19050" t="19050" r="14605"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8842C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84FEE" w:rsidRPr="00FC1013" w:rsidRDefault="00CA4F91" w:rsidP="00992BA6">
            <w:pPr>
              <w:jc w:val="center"/>
            </w:pPr>
            <w:r>
              <w:rPr>
                <w:noProof/>
                <w:lang w:eastAsia="en-GB"/>
              </w:rPr>
              <w:drawing>
                <wp:inline distT="0" distB="0" distL="0" distR="0">
                  <wp:extent cx="1520807" cy="2160000"/>
                  <wp:effectExtent l="19050" t="19050" r="22860"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887193.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B84FEE" w:rsidRPr="00FC1013" w:rsidRDefault="00DB49F6" w:rsidP="00992BA6">
            <w:pPr>
              <w:jc w:val="center"/>
            </w:pPr>
            <w:r>
              <w:rPr>
                <w:noProof/>
                <w:lang w:eastAsia="en-GB"/>
              </w:rPr>
              <w:drawing>
                <wp:inline distT="0" distB="0" distL="0" distR="0">
                  <wp:extent cx="1525832" cy="2160000"/>
                  <wp:effectExtent l="19050" t="19050" r="17780" b="120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88DAF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nil"/>
            </w:tcBorders>
            <w:shd w:val="clear" w:color="auto" w:fill="auto"/>
            <w:vAlign w:val="center"/>
          </w:tcPr>
          <w:p w:rsidR="00B84FEE" w:rsidRPr="00FC1013" w:rsidRDefault="00B84FEE" w:rsidP="00992BA6">
            <w:pPr>
              <w:jc w:val="center"/>
            </w:pPr>
          </w:p>
        </w:tc>
      </w:tr>
      <w:tr w:rsidR="00B84FEE" w:rsidTr="007B46DA">
        <w:trPr>
          <w:trHeight w:hRule="exact" w:val="454"/>
        </w:trPr>
        <w:tc>
          <w:tcPr>
            <w:tcW w:w="2789" w:type="dxa"/>
            <w:tcBorders>
              <w:top w:val="nil"/>
            </w:tcBorders>
            <w:shd w:val="clear" w:color="auto" w:fill="B2A1C7" w:themeFill="accent4" w:themeFillTint="99"/>
            <w:vAlign w:val="center"/>
          </w:tcPr>
          <w:p w:rsidR="00B84FEE" w:rsidRPr="00FC1013" w:rsidRDefault="00992BA6" w:rsidP="00B84FEE">
            <w:pPr>
              <w:spacing w:after="120" w:line="276" w:lineRule="auto"/>
              <w:jc w:val="center"/>
            </w:pPr>
            <w:r>
              <w:t>Critiquing a representation</w:t>
            </w:r>
          </w:p>
        </w:tc>
        <w:tc>
          <w:tcPr>
            <w:tcW w:w="2789" w:type="dxa"/>
            <w:tcBorders>
              <w:top w:val="nil"/>
            </w:tcBorders>
            <w:shd w:val="clear" w:color="auto" w:fill="B2A1C7" w:themeFill="accent4" w:themeFillTint="99"/>
            <w:vAlign w:val="center"/>
          </w:tcPr>
          <w:p w:rsidR="00B84FEE" w:rsidRPr="00FC1013" w:rsidRDefault="009831D2" w:rsidP="00B84FEE">
            <w:pPr>
              <w:spacing w:after="120" w:line="276" w:lineRule="auto"/>
              <w:jc w:val="center"/>
            </w:pPr>
            <w:r>
              <w:t>Confidence grid</w:t>
            </w:r>
          </w:p>
        </w:tc>
        <w:tc>
          <w:tcPr>
            <w:tcW w:w="2790" w:type="dxa"/>
            <w:tcBorders>
              <w:top w:val="nil"/>
            </w:tcBorders>
            <w:shd w:val="clear" w:color="auto" w:fill="B2A1C7" w:themeFill="accent4" w:themeFillTint="99"/>
            <w:vAlign w:val="center"/>
          </w:tcPr>
          <w:p w:rsidR="00B84FEE" w:rsidRPr="00745F60" w:rsidRDefault="00745F60" w:rsidP="00B84FEE">
            <w:pPr>
              <w:spacing w:after="120" w:line="276" w:lineRule="auto"/>
              <w:jc w:val="center"/>
              <w:rPr>
                <w:sz w:val="18"/>
                <w:szCs w:val="18"/>
              </w:rPr>
            </w:pPr>
            <w:r w:rsidRPr="00745F60">
              <w:rPr>
                <w:sz w:val="18"/>
                <w:szCs w:val="18"/>
              </w:rPr>
              <w:t>Predict, explain; observe, explain</w:t>
            </w:r>
          </w:p>
        </w:tc>
        <w:tc>
          <w:tcPr>
            <w:tcW w:w="2790" w:type="dxa"/>
            <w:tcBorders>
              <w:top w:val="nil"/>
            </w:tcBorders>
            <w:shd w:val="clear" w:color="auto" w:fill="B2A1C7" w:themeFill="accent4" w:themeFillTint="99"/>
            <w:vAlign w:val="center"/>
          </w:tcPr>
          <w:p w:rsidR="00B84FEE" w:rsidRPr="00FC1013" w:rsidRDefault="00113E0A" w:rsidP="00B84FEE">
            <w:pPr>
              <w:spacing w:after="120" w:line="276" w:lineRule="auto"/>
              <w:jc w:val="center"/>
            </w:pPr>
            <w:r>
              <w:t>Explanation story</w:t>
            </w:r>
          </w:p>
        </w:tc>
        <w:tc>
          <w:tcPr>
            <w:tcW w:w="2790" w:type="dxa"/>
            <w:tcBorders>
              <w:top w:val="nil"/>
              <w:left w:val="nil"/>
              <w:bottom w:val="nil"/>
              <w:right w:val="nil"/>
            </w:tcBorders>
            <w:shd w:val="clear" w:color="auto" w:fill="auto"/>
            <w:vAlign w:val="center"/>
          </w:tcPr>
          <w:p w:rsidR="00B84FEE" w:rsidRPr="00FC1013" w:rsidRDefault="00B84FEE" w:rsidP="00B84FEE">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781ADD" w:rsidRPr="00CE1D92" w:rsidRDefault="00781ADD" w:rsidP="00781ADD">
      <w:pPr>
        <w:spacing w:after="180"/>
        <w:rPr>
          <w:i/>
        </w:rPr>
      </w:pPr>
      <w:r w:rsidRPr="00CE1D92">
        <w:rPr>
          <w:i/>
        </w:rPr>
        <w:t>Day</w:t>
      </w:r>
      <w:r>
        <w:rPr>
          <w:i/>
        </w:rPr>
        <w:t xml:space="preserve"> and</w:t>
      </w:r>
      <w:r w:rsidRPr="00CE1D92">
        <w:rPr>
          <w:i/>
        </w:rPr>
        <w:t xml:space="preserve"> night</w:t>
      </w:r>
      <w:r>
        <w:rPr>
          <w:i/>
        </w:rPr>
        <w:t xml:space="preserve"> </w:t>
      </w:r>
    </w:p>
    <w:p w:rsidR="00781ADD" w:rsidRPr="00CE1D92" w:rsidRDefault="00781ADD" w:rsidP="00781ADD">
      <w:pPr>
        <w:spacing w:after="180"/>
      </w:pPr>
      <w:r w:rsidRPr="00CE1D92">
        <w:t xml:space="preserve">The Earth is rotating about an axis that defines the (geographic) </w:t>
      </w:r>
      <w:r>
        <w:t>North and South</w:t>
      </w:r>
      <w:r w:rsidRPr="00CE1D92">
        <w:t xml:space="preserve"> </w:t>
      </w:r>
      <w:r>
        <w:t>P</w:t>
      </w:r>
      <w:r w:rsidRPr="00CE1D92">
        <w:t xml:space="preserve">oles and </w:t>
      </w:r>
      <w:r>
        <w:t>E</w:t>
      </w:r>
      <w:r w:rsidRPr="00CE1D92">
        <w:t>quator.</w:t>
      </w:r>
      <w:r>
        <w:t xml:space="preserve"> As it rotates, different parts of its surface are illuminated. </w:t>
      </w:r>
      <w:r w:rsidRPr="00CE1D92">
        <w:t>One complete rotation of Earth = 1 day.</w:t>
      </w:r>
      <w:r>
        <w:t xml:space="preserve"> </w:t>
      </w:r>
    </w:p>
    <w:p w:rsidR="00781ADD" w:rsidRPr="00CE1D92" w:rsidRDefault="00781ADD" w:rsidP="00781ADD">
      <w:pPr>
        <w:spacing w:after="180"/>
      </w:pPr>
      <w:r>
        <w:t>We experience daylight</w:t>
      </w:r>
      <w:r w:rsidRPr="00CE1D92">
        <w:t xml:space="preserve"> everywhere on the half of Earth's surface that is illuminated by the sun. Night occurs everywhere </w:t>
      </w:r>
      <w:r>
        <w:t>in the half that is not illuminated</w:t>
      </w:r>
      <w:r w:rsidRPr="00CE1D92">
        <w:t xml:space="preserve">. </w:t>
      </w:r>
    </w:p>
    <w:p w:rsidR="00781ADD" w:rsidRPr="00CE1D92" w:rsidRDefault="00781ADD" w:rsidP="00781ADD">
      <w:pPr>
        <w:spacing w:after="180"/>
      </w:pPr>
      <w:r w:rsidRPr="00CE1D92">
        <w:t>As Earth rotates, we see the Sun in different positions in the sky.</w:t>
      </w:r>
      <w:r>
        <w:t xml:space="preserve"> T</w:t>
      </w:r>
      <w:r w:rsidRPr="00CE1D92">
        <w:t xml:space="preserve">he Sun comes into view (rises) in the east, </w:t>
      </w:r>
      <w:r>
        <w:t>is seen to travel</w:t>
      </w:r>
      <w:r w:rsidRPr="00CE1D92">
        <w:t xml:space="preserve"> E-W in an arc across the sky, (E-S-W in the northern hemisphere, E-N-W in t</w:t>
      </w:r>
      <w:r>
        <w:t>he S hemisphere) and disappears</w:t>
      </w:r>
      <w:r w:rsidRPr="00CE1D92">
        <w:t xml:space="preserve"> (sets) in the west.</w:t>
      </w:r>
      <w:r>
        <w:t xml:space="preserve"> </w:t>
      </w:r>
    </w:p>
    <w:p w:rsidR="00781ADD" w:rsidRPr="00CE1D92" w:rsidRDefault="00781ADD" w:rsidP="00781ADD">
      <w:pPr>
        <w:spacing w:after="180"/>
        <w:rPr>
          <w:i/>
        </w:rPr>
      </w:pPr>
      <w:r w:rsidRPr="00CE1D92">
        <w:rPr>
          <w:i/>
        </w:rPr>
        <w:t>Seasons</w:t>
      </w:r>
    </w:p>
    <w:p w:rsidR="00781ADD" w:rsidRPr="00CE1D92" w:rsidRDefault="00781ADD" w:rsidP="00781ADD">
      <w:pPr>
        <w:spacing w:after="180"/>
      </w:pPr>
      <w:r w:rsidRPr="00CE1D92">
        <w:t>The Earth moves round the Sun in an approximately circular orbit.</w:t>
      </w:r>
      <w:r>
        <w:t xml:space="preserve"> </w:t>
      </w:r>
      <w:r w:rsidRPr="00CE1D92">
        <w:t xml:space="preserve">The Earth's own rotation axis is </w:t>
      </w:r>
      <w:r>
        <w:t>til</w:t>
      </w:r>
      <w:r w:rsidRPr="00CE1D92">
        <w:t xml:space="preserve">ted </w:t>
      </w:r>
      <w:r>
        <w:t>(</w:t>
      </w:r>
      <w:r w:rsidRPr="00CE1D92">
        <w:t>at about 23°</w:t>
      </w:r>
      <w:r>
        <w:t>)</w:t>
      </w:r>
      <w:r w:rsidRPr="00CE1D92">
        <w:t xml:space="preserve"> relative to the axis of its orbit.</w:t>
      </w:r>
      <w:r>
        <w:t xml:space="preserve"> </w:t>
      </w:r>
    </w:p>
    <w:p w:rsidR="00781ADD" w:rsidRPr="00CE1D92" w:rsidRDefault="00781ADD" w:rsidP="00781ADD">
      <w:pPr>
        <w:spacing w:after="180"/>
      </w:pPr>
      <w:r w:rsidRPr="00CE1D92">
        <w:t>The direction of the tilt remains constant in space as Earth travels round the Sun.</w:t>
      </w:r>
      <w:r>
        <w:t xml:space="preserve"> </w:t>
      </w:r>
      <w:r w:rsidRPr="00CE1D92">
        <w:t>So the Earth's rotation axis not (usually) at right-angles to a line drawn between Earth and Sun.</w:t>
      </w:r>
      <w:r>
        <w:t xml:space="preserve"> </w:t>
      </w:r>
      <w:r w:rsidRPr="00CE1D92">
        <w:t>If it was, all parts of Earth would always get equal periods of daylight and night.</w:t>
      </w:r>
      <w:r>
        <w:t xml:space="preserve"> </w:t>
      </w:r>
    </w:p>
    <w:p w:rsidR="00781ADD" w:rsidRPr="00CE1D92" w:rsidRDefault="00781ADD" w:rsidP="00781ADD">
      <w:pPr>
        <w:spacing w:after="180"/>
      </w:pPr>
      <w:r w:rsidRPr="00CE1D92">
        <w:t xml:space="preserve">When the </w:t>
      </w:r>
      <w:r>
        <w:t>North</w:t>
      </w:r>
      <w:r w:rsidRPr="00CE1D92">
        <w:t xml:space="preserve"> </w:t>
      </w:r>
      <w:r>
        <w:t>P</w:t>
      </w:r>
      <w:r w:rsidRPr="00CE1D92">
        <w:t xml:space="preserve">ole is tilted towards the Sun, daylight lasts for more than 12 hours in the </w:t>
      </w:r>
      <w:r>
        <w:t>northern</w:t>
      </w:r>
      <w:r w:rsidRPr="00CE1D92">
        <w:t xml:space="preserve"> hemisphere and less than 12 hours in the </w:t>
      </w:r>
      <w:r>
        <w:t>southern</w:t>
      </w:r>
      <w:r w:rsidRPr="00CE1D92">
        <w:t xml:space="preserve"> hemisphere; it is summer in the </w:t>
      </w:r>
      <w:r>
        <w:t xml:space="preserve">northern </w:t>
      </w:r>
      <w:r w:rsidRPr="00CE1D92">
        <w:t xml:space="preserve">hemisphere and winter in the </w:t>
      </w:r>
      <w:r>
        <w:t>southern</w:t>
      </w:r>
      <w:r w:rsidRPr="00CE1D92">
        <w:t xml:space="preserve"> hemisphere.</w:t>
      </w:r>
      <w:r>
        <w:t xml:space="preserve"> </w:t>
      </w:r>
      <w:r w:rsidRPr="00CE1D92">
        <w:t xml:space="preserve">Similarly, at the opposite side of the orbit, when the </w:t>
      </w:r>
      <w:r>
        <w:t>South</w:t>
      </w:r>
      <w:r w:rsidRPr="00CE1D92">
        <w:t xml:space="preserve"> </w:t>
      </w:r>
      <w:r>
        <w:t>P</w:t>
      </w:r>
      <w:r w:rsidRPr="00CE1D92">
        <w:t xml:space="preserve">ole is tilted towards the Sun, it is winter in the </w:t>
      </w:r>
      <w:r>
        <w:t>northern</w:t>
      </w:r>
      <w:r w:rsidRPr="00CE1D92">
        <w:t xml:space="preserve"> hemisphere (les</w:t>
      </w:r>
      <w:r>
        <w:t>s</w:t>
      </w:r>
      <w:r w:rsidRPr="00CE1D92">
        <w:t xml:space="preserve"> than 12 hours daylight) and summer in the </w:t>
      </w:r>
      <w:r>
        <w:t>southern</w:t>
      </w:r>
      <w:r w:rsidRPr="00CE1D92">
        <w:t xml:space="preserve"> hemisphere.</w:t>
      </w:r>
      <w:r>
        <w:t xml:space="preserve"> </w:t>
      </w:r>
      <w:r w:rsidRPr="00CE1D92">
        <w:t xml:space="preserve">Mid way between these two extremes, Earth's rotation axis </w:t>
      </w:r>
      <w:r w:rsidRPr="00CE1D92">
        <w:rPr>
          <w:i/>
        </w:rPr>
        <w:t>is</w:t>
      </w:r>
      <w:r w:rsidRPr="00CE1D92">
        <w:t xml:space="preserve"> at right-angles to a line drawn between Earth and Sun.</w:t>
      </w:r>
      <w:r>
        <w:t xml:space="preserve"> </w:t>
      </w:r>
      <w:r w:rsidRPr="00CE1D92">
        <w:t>At these times, (the equinoxes:</w:t>
      </w:r>
      <w:r>
        <w:t xml:space="preserve"> </w:t>
      </w:r>
      <w:r w:rsidRPr="00CE1D92">
        <w:t>'equal night') all parts of Earth get equal periods of daylight and night.</w:t>
      </w:r>
      <w:r>
        <w:t xml:space="preserve"> </w:t>
      </w:r>
    </w:p>
    <w:p w:rsidR="00781ADD" w:rsidRPr="00CE1D92" w:rsidRDefault="00781ADD" w:rsidP="00781ADD">
      <w:pPr>
        <w:spacing w:after="180"/>
      </w:pPr>
      <w:r w:rsidRPr="00CE1D92">
        <w:t>One complete orbit around the Sun = 1 year ≈ 365.25 days</w:t>
      </w:r>
    </w:p>
    <w:p w:rsidR="00781ADD" w:rsidRPr="00CE1D92" w:rsidRDefault="00781ADD" w:rsidP="00781ADD">
      <w:pPr>
        <w:spacing w:after="180"/>
      </w:pPr>
      <w:r w:rsidRPr="00CE1D92">
        <w:t>In winter, at any given time of day the Sun is lower in the sky than it is in summer; solar radiation meets the Earth's surface at a more oblique angle so it is less intense (=</w:t>
      </w:r>
      <w:r>
        <w:t xml:space="preserve"> </w:t>
      </w:r>
      <w:r w:rsidRPr="00CE1D92">
        <w:t>spread out over a greater area) and</w:t>
      </w:r>
      <w:r>
        <w:t xml:space="preserve"> so</w:t>
      </w:r>
      <w:r w:rsidRPr="00CE1D92">
        <w:t xml:space="preserve"> feels less hot.</w:t>
      </w:r>
      <w:r>
        <w:t xml:space="preserve"> </w:t>
      </w:r>
      <w:r w:rsidRPr="00CE1D92">
        <w:t>The radiation has also travelled</w:t>
      </w:r>
      <w:r>
        <w:t xml:space="preserve"> </w:t>
      </w:r>
      <w:r w:rsidRPr="00CE1D92">
        <w:t xml:space="preserve">through a greater depth of atmosphere (compared to when the Sun is higher in </w:t>
      </w:r>
      <w:r>
        <w:t xml:space="preserve">the sky) so more is absorbed en </w:t>
      </w:r>
      <w:r w:rsidRPr="00CE1D92">
        <w:t>route before reaching the surface.</w:t>
      </w:r>
      <w:r>
        <w:t xml:space="preserve"> </w:t>
      </w:r>
      <w:r w:rsidRPr="00CE1D92">
        <w:t>And the shorter period of daytime in winter means that a given location is warmed for a shorter time in winter than in summer. All of these factors lead to the Earth's surface at any given l</w:t>
      </w:r>
      <w:r>
        <w:t xml:space="preserve">ocation being colder in winter </w:t>
      </w:r>
      <w:r w:rsidRPr="00CE1D92">
        <w:t xml:space="preserve">than in summer. The first </w:t>
      </w:r>
      <w:r>
        <w:t>two</w:t>
      </w:r>
      <w:r w:rsidRPr="00CE1D92">
        <w:t xml:space="preserve"> also explain why the equator is hotter than the poles. </w:t>
      </w:r>
    </w:p>
    <w:p w:rsidR="00781ADD" w:rsidRPr="007A033F" w:rsidRDefault="00781ADD" w:rsidP="00781ADD">
      <w:pPr>
        <w:spacing w:after="180"/>
        <w:rPr>
          <w:i/>
        </w:rPr>
      </w:pPr>
      <w:r w:rsidRPr="007A033F">
        <w:rPr>
          <w:i/>
        </w:rPr>
        <w:t xml:space="preserve">At the equinoxes, the Sun is overhead at midday on the Equator, and at the poles it moves around the horizon. </w:t>
      </w:r>
    </w:p>
    <w:p w:rsidR="00781ADD" w:rsidRDefault="00781ADD" w:rsidP="00781ADD">
      <w:pPr>
        <w:spacing w:after="180"/>
        <w:rPr>
          <w:i/>
        </w:rPr>
      </w:pPr>
      <w:r w:rsidRPr="007A033F">
        <w:rPr>
          <w:i/>
        </w:rPr>
        <w:t xml:space="preserve">When it is midsummer in the </w:t>
      </w:r>
      <w:r>
        <w:rPr>
          <w:i/>
        </w:rPr>
        <w:t>northern</w:t>
      </w:r>
      <w:r w:rsidRPr="007A033F">
        <w:rPr>
          <w:i/>
        </w:rPr>
        <w:t xml:space="preserve"> hemisphere, the sun is overhead at midday at </w:t>
      </w:r>
      <w:r>
        <w:rPr>
          <w:i/>
        </w:rPr>
        <w:t xml:space="preserve">a </w:t>
      </w:r>
      <w:r w:rsidRPr="007A033F">
        <w:rPr>
          <w:i/>
        </w:rPr>
        <w:t xml:space="preserve">latitude </w:t>
      </w:r>
      <w:r>
        <w:rPr>
          <w:i/>
        </w:rPr>
        <w:t xml:space="preserve">of </w:t>
      </w:r>
      <w:r w:rsidRPr="007A033F">
        <w:rPr>
          <w:i/>
        </w:rPr>
        <w:t>23</w:t>
      </w:r>
      <w:r w:rsidRPr="007A033F">
        <w:rPr>
          <w:i/>
          <w:vertAlign w:val="superscript"/>
        </w:rPr>
        <w:t>o</w:t>
      </w:r>
      <w:r>
        <w:rPr>
          <w:i/>
        </w:rPr>
        <w:t>N (Tropic of Cancer)</w:t>
      </w:r>
      <w:r w:rsidRPr="007A033F">
        <w:rPr>
          <w:i/>
        </w:rPr>
        <w:t>; further north than</w:t>
      </w:r>
      <w:r>
        <w:rPr>
          <w:i/>
        </w:rPr>
        <w:t xml:space="preserve"> </w:t>
      </w:r>
      <w:r w:rsidRPr="007A033F">
        <w:rPr>
          <w:i/>
        </w:rPr>
        <w:t>latitude 67</w:t>
      </w:r>
      <w:r w:rsidRPr="007A033F">
        <w:rPr>
          <w:i/>
          <w:vertAlign w:val="superscript"/>
        </w:rPr>
        <w:t>o</w:t>
      </w:r>
      <w:r>
        <w:rPr>
          <w:i/>
        </w:rPr>
        <w:t>N (Arctic Circle)</w:t>
      </w:r>
      <w:r w:rsidRPr="007A033F">
        <w:rPr>
          <w:i/>
        </w:rPr>
        <w:t xml:space="preserve"> the Sun is always above the horizon (it never sets)</w:t>
      </w:r>
      <w:r>
        <w:rPr>
          <w:i/>
        </w:rPr>
        <w:t>;</w:t>
      </w:r>
      <w:r w:rsidRPr="007A033F">
        <w:rPr>
          <w:i/>
        </w:rPr>
        <w:t xml:space="preserve"> and south of latitude 67</w:t>
      </w:r>
      <w:r w:rsidRPr="007A033F">
        <w:rPr>
          <w:i/>
          <w:vertAlign w:val="superscript"/>
        </w:rPr>
        <w:t>o</w:t>
      </w:r>
      <w:r w:rsidRPr="007A033F">
        <w:rPr>
          <w:i/>
        </w:rPr>
        <w:t xml:space="preserve">S </w:t>
      </w:r>
      <w:r>
        <w:rPr>
          <w:i/>
        </w:rPr>
        <w:t xml:space="preserve">(Antarctic Circle) </w:t>
      </w:r>
      <w:r w:rsidRPr="007A033F">
        <w:rPr>
          <w:i/>
        </w:rPr>
        <w:t xml:space="preserve">the Sun never rises.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1B7AC4" w:rsidRDefault="001B7AC4" w:rsidP="001B7AC4">
      <w:pPr>
        <w:spacing w:after="180"/>
      </w:pPr>
      <w:r>
        <w:t xml:space="preserve">For a scientific understanding of the causes of seasons, students need to understand and combine thinking about the causes of night and day; </w:t>
      </w:r>
      <w:r w:rsidR="00366A1C">
        <w:t>how the tilt of the Earth affects the length of day and the height of the Sun in the sky; and</w:t>
      </w:r>
      <w:r w:rsidR="00EC1BB9">
        <w:t xml:space="preserve"> also</w:t>
      </w:r>
      <w:r w:rsidR="00366A1C">
        <w:t xml:space="preserve"> </w:t>
      </w:r>
      <w:r>
        <w:t xml:space="preserve">the heating effect of thermal radiation falling on </w:t>
      </w:r>
      <w:r w:rsidR="00366A1C">
        <w:t>the Earth’s</w:t>
      </w:r>
      <w:r>
        <w:t xml:space="preserve"> surface from different angles</w:t>
      </w:r>
      <w:r w:rsidR="00366A1C">
        <w:t>.</w:t>
      </w:r>
    </w:p>
    <w:p w:rsidR="001B7AC4" w:rsidRDefault="001B7AC4" w:rsidP="001B7AC4">
      <w:pPr>
        <w:spacing w:after="180"/>
      </w:pPr>
      <w:r>
        <w:t xml:space="preserve">Students often learn about the cause of day and night in primary school at ages 9-11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rsidR="00EC1BB9">
        <w:t xml:space="preserve"> and i</w:t>
      </w:r>
      <w:r>
        <w:t>t can be tempting to keep this work</w:t>
      </w:r>
      <w:r w:rsidRPr="00E433F4">
        <w:t xml:space="preserve">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spinning on its axis.</w:t>
      </w:r>
    </w:p>
    <w:p w:rsidR="001B7AC4" w:rsidRDefault="001B7AC4" w:rsidP="00B72BC2">
      <w:pPr>
        <w:spacing w:after="180"/>
      </w:pPr>
      <w:r>
        <w:t xml:space="preserve">At age 11-14 most students understand the Earth to be a sphere and describe the cause of day and night in terms of the movement of astronomical bodies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MTk5NDsgQmF4dGVyLCAxOTg5OyBCYWthcyBhbmQgTWlrcm9wb3Vsb3MsIDIwMDM7IEJyZXdlciBh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</w:fldData>
        </w:fldChar>
      </w:r>
      <w:r w:rsidR="0025578B">
        <w:instrText xml:space="preserve"> ADDIN EN.CITE </w:instrText>
      </w:r>
      <w:r w:rsidR="0025578B">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MTk5NDsgQmF4dGVyLCAxOTg5OyBCYWthcyBhbmQgTWlrcm9wb3Vsb3MsIDIwMDM7IEJyZXdlciBh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</w:fldData>
        </w:fldChar>
      </w:r>
      <w:r w:rsidR="0025578B">
        <w:instrText xml:space="preserve"> ADDIN EN.CITE.DATA </w:instrText>
      </w:r>
      <w:r w:rsidR="0025578B">
        <w:fldChar w:fldCharType="end"/>
      </w:r>
      <w:r>
        <w:fldChar w:fldCharType="separate"/>
      </w:r>
      <w:r w:rsidR="0025578B">
        <w:rPr>
          <w:noProof/>
        </w:rPr>
        <w:t>(Driver et al., 1994; Baxter, 1989; Bakas and Mikropoulos, 2003; Brewer and Vosniadou, 1994; Sharp, 1996)</w:t>
      </w:r>
      <w:r>
        <w:fldChar w:fldCharType="end"/>
      </w:r>
      <w:r>
        <w:t xml:space="preserve">. Baxter </w:t>
      </w:r>
      <w:r>
        <w:fldChar w:fldCharType="begin"/>
      </w:r>
      <w:r>
        <w:instrText xml:space="preserve"> ADDIN EN.CITE &lt;EndNote&gt;&lt;Cite ExcludeAuth="1"&gt;&lt;Author&gt;Baxter&lt;/Author&gt;&lt;Year&gt;1989&lt;/Year&gt;&lt;IDText&gt;Children&amp;apos;s understanding of familiar astronomical events&lt;/IDText&gt;&lt;DisplayText&gt;(1989)&lt;/DisplayText&gt;&lt;record&gt;&lt;titles&gt;&lt;title&gt;Children&amp;apos;s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format="utc"&gt;1536666568&lt;/added-date&gt;&lt;ref-type name="Journal Article"&gt;17&lt;/ref-type&gt;&lt;dates&gt;&lt;year&gt;1989&lt;/year&gt;&lt;/dates&gt;&lt;rec-number&gt;41&lt;/rec-number&gt;&lt;last-updated-date format="utc"&gt;1536755820&lt;/last-updated-date&gt;&lt;volume&gt;11 (Special Issue)&lt;/volume&gt;&lt;/record&gt;&lt;/Cite&gt;&lt;/EndNote&gt;</w:instrText>
      </w:r>
      <w:r>
        <w:fldChar w:fldCharType="separate"/>
      </w:r>
      <w:r>
        <w:rPr>
          <w:noProof/>
        </w:rPr>
        <w:t>(1989)</w:t>
      </w:r>
      <w:r>
        <w:fldChar w:fldCharType="end"/>
      </w:r>
      <w:r>
        <w:t xml:space="preserve"> found that the proportion of students’ holding the scientific understanding of the cause of day </w:t>
      </w:r>
      <w:r w:rsidR="0025578B">
        <w:t xml:space="preserve">and night declines over time. Further studies </w:t>
      </w:r>
      <w:r w:rsidR="0025578B">
        <w:fldChar w:fldCharType="begin"/>
      </w:r>
      <w:r w:rsidR="0025578B">
        <w:instrText xml:space="preserve"> ADDIN EN.CITE &lt;EndNote&gt;&lt;Cite&gt;&lt;Author&gt;Sharp&lt;/Author&gt;&lt;Year&gt;1996&lt;/Year&gt;&lt;IDText&gt;Children&amp;apos;s astronomical beliefs: a preliminary study of Year 6 children in south-west England&lt;/IDText&gt;&lt;DisplayText&gt;(Sharp, 1996; Kikas, 1998)&lt;/DisplayText&gt;&lt;record&gt;&lt;titles&gt;&lt;title&gt;Children&amp;apos;s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format="utc"&gt;1536604866&lt;/added-date&gt;&lt;ref-type name="Journal Article"&gt;17&lt;/ref-type&gt;&lt;dates&gt;&lt;year&gt;1996&lt;/year&gt;&lt;/dates&gt;&lt;rec-number&gt;36&lt;/rec-number&gt;&lt;last-updated-date format="utc"&gt;1536755922&lt;/last-updated-date&gt;&lt;volume&gt;18(6)&lt;/volume&gt;&lt;/record&gt;&lt;/Cite&gt;&lt;Cite&gt;&lt;Author&gt;Kikas&lt;/Author&gt;&lt;Year&gt;1998&lt;/Year&gt;&lt;IDText&gt;The impact of teaching on students&amp;apos; definitions and explanations of astronomical phenomena&lt;/IDText&gt;&lt;record&gt;&lt;titles&gt;&lt;title&gt;The impact of teaching on students&amp;apos; definitions and explanations of astronomical phenomena&lt;/title&gt;&lt;secondary-title&gt;Learning and Instruction&lt;/secondary-title&gt;&lt;/titles&gt;&lt;pages&gt;439-454&lt;/pages&gt;&lt;contributors&gt;&lt;authors&gt;&lt;author&gt;Kikas, E&lt;/author&gt;&lt;/authors&gt;&lt;/contributors&gt;&lt;added-date format="utc"&gt;1555316786&lt;/added-date&gt;&lt;ref-type name="Journal Article"&gt;17&lt;/ref-type&gt;&lt;dates&gt;&lt;year&gt;1998&lt;/year&gt;&lt;/dates&gt;&lt;rec-number&gt;112&lt;/rec-number&gt;&lt;last-updated-date format="utc"&gt;1555316856&lt;/last-updated-date&gt;&lt;volume&gt;8:5&lt;/volume&gt;&lt;/record&gt;&lt;/Cite&gt;&lt;/EndNote&gt;</w:instrText>
      </w:r>
      <w:r w:rsidR="0025578B">
        <w:fldChar w:fldCharType="separate"/>
      </w:r>
      <w:r w:rsidR="0025578B">
        <w:rPr>
          <w:noProof/>
        </w:rPr>
        <w:t>(Sharp, 1996; Kikas, 1998)</w:t>
      </w:r>
      <w:r w:rsidR="0025578B">
        <w:fldChar w:fldCharType="end"/>
      </w:r>
      <w:r w:rsidR="0025578B">
        <w:t xml:space="preserve"> support this finding, which</w:t>
      </w:r>
      <w:r>
        <w:t xml:space="preserve"> suggests many students learn this idea by rote without </w:t>
      </w:r>
      <w:r w:rsidR="0025578B">
        <w:t xml:space="preserve">understanding, or that they are unable to integrate teaching with </w:t>
      </w:r>
      <w:r w:rsidR="00C175DB">
        <w:t xml:space="preserve">their earlier </w:t>
      </w:r>
      <w:r w:rsidR="0025578B">
        <w:t>prec</w:t>
      </w:r>
      <w:r w:rsidR="00C175DB">
        <w:t>onceptions.</w:t>
      </w:r>
      <w:r w:rsidR="00CB2FCE">
        <w:t xml:space="preserve"> Typically after teaching</w:t>
      </w:r>
      <w:r w:rsidR="00616F63">
        <w:t>,</w:t>
      </w:r>
      <w:r w:rsidR="00CB2FCE">
        <w:t xml:space="preserve"> about 60% of 10- and 11-year-olds are able to explain night and day </w:t>
      </w:r>
      <w:r w:rsidR="00CB2FCE">
        <w:fldChar w:fldCharType="begin">
          <w:fldData xml:space="preserve">PEVuZE5vdGU+PENpdGU+PEF1dGhvcj5TaGFycDwvQXV0aG9yPjxZZWFyPjE5OTY8L1llYXI+PElE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=
</w:fldData>
        </w:fldChar>
      </w:r>
      <w:r w:rsidR="00CB2FCE">
        <w:instrText xml:space="preserve"> ADDIN EN.CITE </w:instrText>
      </w:r>
      <w:r w:rsidR="00CB2FCE">
        <w:fldChar w:fldCharType="begin">
          <w:fldData xml:space="preserve">PEVuZE5vdGU+PENpdGU+PEF1dGhvcj5TaGFycDwvQXV0aG9yPjxZZWFyPjE5OTY8L1llYXI+PElE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=
</w:fldData>
        </w:fldChar>
      </w:r>
      <w:r w:rsidR="00CB2FCE">
        <w:instrText xml:space="preserve"> ADDIN EN.CITE.DATA </w:instrText>
      </w:r>
      <w:r w:rsidR="00CB2FCE">
        <w:fldChar w:fldCharType="end"/>
      </w:r>
      <w:r w:rsidR="00CB2FCE">
        <w:fldChar w:fldCharType="separate"/>
      </w:r>
      <w:r w:rsidR="00CB2FCE">
        <w:rPr>
          <w:noProof/>
        </w:rPr>
        <w:t>(Sharp, 1996; Kikas, 1998)</w:t>
      </w:r>
      <w:r w:rsidR="00CB2FCE">
        <w:fldChar w:fldCharType="end"/>
      </w:r>
      <w:r w:rsidR="00703D98">
        <w:t>, but this ‘understanding’ can be short lived. In her study,</w:t>
      </w:r>
      <w:r w:rsidR="00CB2FCE">
        <w:t xml:space="preserve"> </w:t>
      </w:r>
      <w:proofErr w:type="spellStart"/>
      <w:r w:rsidR="00CB2FCE">
        <w:t>Kikas</w:t>
      </w:r>
      <w:proofErr w:type="spellEnd"/>
      <w:r w:rsidR="00CB2FCE">
        <w:t xml:space="preserve"> found that after four years only 20% of the students </w:t>
      </w:r>
      <w:r w:rsidR="00703D98">
        <w:t>from</w:t>
      </w:r>
      <w:r w:rsidR="00CB2FCE">
        <w:t xml:space="preserve"> </w:t>
      </w:r>
      <w:r w:rsidR="00703D98">
        <w:t>the</w:t>
      </w:r>
      <w:r w:rsidR="00CB2FCE">
        <w:t xml:space="preserve"> or</w:t>
      </w:r>
      <w:r w:rsidR="00616F63">
        <w:t>iginal sample still maintained the correct scientific understanding.</w:t>
      </w:r>
      <w:r w:rsidR="00B72BC2">
        <w:t xml:space="preserve"> </w:t>
      </w:r>
    </w:p>
    <w:p w:rsidR="00A17FD0" w:rsidRDefault="002E35EF" w:rsidP="00A17FD0">
      <w:pPr>
        <w:spacing w:after="180"/>
      </w:pPr>
      <w:r>
        <w:t>In order to build and consolidate students’ understanding of</w:t>
      </w:r>
      <w:r w:rsidR="001B7AC4">
        <w:t xml:space="preserve"> day and night</w:t>
      </w:r>
      <w:r>
        <w:t>, the use of</w:t>
      </w:r>
      <w:r w:rsidR="001B7AC4">
        <w:t xml:space="preserve"> </w:t>
      </w:r>
      <w:r>
        <w:t>physical models has</w:t>
      </w:r>
      <w:r w:rsidR="001B7AC4">
        <w:t xml:space="preserve"> been shown to be an effective</w:t>
      </w:r>
      <w:r>
        <w:t xml:space="preserve"> strategy</w:t>
      </w:r>
      <w:r w:rsidR="001B7AC4">
        <w:t xml:space="preserve"> </w:t>
      </w:r>
      <w:r w:rsidR="001B7AC4">
        <w:fldChar w:fldCharType="begin"/>
      </w:r>
      <w:r w:rsidR="001B7AC4">
        <w:instrText xml:space="preserve"> ADDIN EN.CITE &lt;EndNote&gt;&lt;Cite&gt;&lt;Author&gt;Bakas&lt;/Author&gt;&lt;Year&gt;2003&lt;/Year&gt;&lt;IDText&gt;Design of virtual environments for the comprehension of planetary phenomena based on students&amp;apos; ideas&lt;/IDText&gt;&lt;DisplayText&gt;(Bakas and Mikropoulos, 2003; Lelliott and Rollnick, 2009)&lt;/DisplayText&gt;&lt;record&gt;&lt;titles&gt;&lt;title&gt;Design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format="utc"&gt;1554908939&lt;/last-updated-date&gt;&lt;volume&gt;25:8&lt;/volume&gt;&lt;/record&gt;&lt;/Cite&gt;&lt;Cite&gt;&lt;Author&gt;Lelliott&lt;/Author&gt;&lt;Year&gt;2009&lt;/Year&gt;&lt;IDText&gt;Big Ideas: A review of astronomy education research 1974-2008&lt;/IDText&gt;&lt;record&gt;&lt;titles&gt;&lt;title&gt;Big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format="utc"&gt;1536592883&lt;/added-date&gt;&lt;ref-type name="Journal Article"&gt;17&lt;/ref-type&gt;&lt;dates&gt;&lt;year&gt;2009&lt;/year&gt;&lt;/dates&gt;&lt;rec-number&gt;34&lt;/rec-number&gt;&lt;last-updated-date format="utc"&gt;1536755859&lt;/last-updated-date&gt;&lt;electronic-resource-num&gt;10.1080/09500690903214546&lt;/electronic-resource-num&gt;&lt;volume&gt;32:13&lt;/volume&gt;&lt;/record&gt;&lt;/Cite&gt;&lt;/EndNote&gt;</w:instrText>
      </w:r>
      <w:r w:rsidR="001B7AC4">
        <w:fldChar w:fldCharType="separate"/>
      </w:r>
      <w:r w:rsidR="001B7AC4">
        <w:rPr>
          <w:noProof/>
        </w:rPr>
        <w:t>(Bakas and Mikropoulos, 2003; Lelliott and Rollnick, 2009)</w:t>
      </w:r>
      <w:r w:rsidR="001B7AC4">
        <w:fldChar w:fldCharType="end"/>
      </w:r>
      <w:r w:rsidR="001B7AC4">
        <w:t xml:space="preserve">. Models can be used to explain </w:t>
      </w:r>
      <w:r>
        <w:t xml:space="preserve">day and night and </w:t>
      </w:r>
      <w:r w:rsidR="001B7AC4">
        <w:t xml:space="preserve">why the tilt of the Earth alters the length of the day at </w:t>
      </w:r>
      <w:r w:rsidR="00A17FD0">
        <w:t>different times of the year.</w:t>
      </w:r>
      <w:r w:rsidR="00A7254A">
        <w:t xml:space="preserve"> </w:t>
      </w:r>
    </w:p>
    <w:p w:rsidR="00A17FD0" w:rsidRDefault="001B7AC4" w:rsidP="00A17FD0">
      <w:pPr>
        <w:spacing w:after="180"/>
      </w:pPr>
      <w:r>
        <w:t>Seasons</w:t>
      </w:r>
      <w:r w:rsidR="00A17FD0">
        <w:t xml:space="preserve"> </w:t>
      </w:r>
    </w:p>
    <w:p w:rsidR="00CB2FCE" w:rsidRDefault="001B7AC4" w:rsidP="00A17FD0">
      <w:r>
        <w:t xml:space="preserve">In text book diagrams, rays representing radiation from the Sun reaching the poles appear significantly longer than those reaching the equator. Such diagrams can reinforce the misunderstanding that it is warmer in the summer because we are closer to the Sun. When students encounter these diagrams for the first time they often do not have an accurate understanding of scale and do not realise that the differences in distances here are too small to make a noticeable difference to temperature </w:t>
      </w:r>
      <w:r>
        <w:fldChar w:fldCharType="begin"/>
      </w:r>
      <w:r w:rsidR="00C561C3">
        <w:instrText xml:space="preserve"> ADDIN EN.CITE &lt;EndNote&gt;&lt;Cite&gt;&lt;Author&gt;Ojala&lt;/Author&gt;&lt;Year&gt;1992&lt;/Year&gt;&lt;IDText&gt;The third planet&lt;/IDText&gt;&lt;DisplayText&gt;(Ojala, 1992; Ojala, 1997)&lt;/DisplayText&gt;&lt;record&gt;&lt;titles&gt;&lt;title&gt;The third planet&lt;/title&gt;&lt;secondary-title&gt;International Journal of Science Education&lt;/secondary-title&gt;&lt;/titles&gt;&lt;pages&gt;191-200&lt;/pages&gt;&lt;contributors&gt;&lt;authors&gt;&lt;author&gt;Ojala, J&lt;/author&gt;&lt;/authors&gt;&lt;/contributors&gt;&lt;added-date format="utc"&gt;1554908862&lt;/added-date&gt;&lt;ref-type name="Journal Article"&gt;17&lt;/ref-type&gt;&lt;dates&gt;&lt;year&gt;1992&lt;/year&gt;&lt;/dates&gt;&lt;rec-number&gt;109&lt;/rec-number&gt;&lt;last-updated-date format="utc"&gt;1554909011&lt;/last-updated-date&gt;&lt;volume&gt;14:2&lt;/volume&gt;&lt;/record&gt;&lt;/Cite&gt;&lt;Cite&gt;&lt;Author&gt;Ojala&lt;/Author&gt;&lt;Year&gt;1997&lt;/Year&gt;&lt;IDText&gt;Lost in space? The concepts of planetary phenomena held by trainee primary school teachers&lt;/IDText&gt;&lt;record&gt;&lt;titles&gt;&lt;title&gt;Lost in space? The concepts of planetary phenomena held by trainee primary school teachers&lt;/title&gt;&lt;secondary-title&gt;International Research in Geographical &amp;amp; Environmental Education&lt;/secondary-title&gt;&lt;/titles&gt;&lt;pages&gt;183-203&lt;/pages&gt;&lt;contributors&gt;&lt;authors&gt;&lt;author&gt;Ojala, J&lt;/author&gt;&lt;/authors&gt;&lt;/contributors&gt;&lt;added-date format="utc"&gt;1555315440&lt;/added-date&gt;&lt;ref-type name="Journal Article"&gt;17&lt;/ref-type&gt;&lt;dates&gt;&lt;year&gt;1997&lt;/year&gt;&lt;/dates&gt;&lt;rec-number&gt;111&lt;/rec-number&gt;&lt;last-updated-date format="utc"&gt;1555315558&lt;/last-updated-date&gt;&lt;volume&gt;6:3&lt;/volume&gt;&lt;/record&gt;&lt;/Cite&gt;&lt;/EndNote&gt;</w:instrText>
      </w:r>
      <w:r>
        <w:fldChar w:fldCharType="separate"/>
      </w:r>
      <w:r w:rsidR="00C561C3">
        <w:rPr>
          <w:noProof/>
        </w:rPr>
        <w:t>(Ojala, 1992; Ojala, 1997)</w:t>
      </w:r>
      <w:r>
        <w:fldChar w:fldCharType="end"/>
      </w:r>
      <w:r>
        <w:t xml:space="preserve">. </w:t>
      </w:r>
      <w:proofErr w:type="spellStart"/>
      <w:r>
        <w:t>Ojala</w:t>
      </w:r>
      <w:proofErr w:type="spellEnd"/>
      <w:r>
        <w:t xml:space="preserve"> also found that the common practice of showing </w:t>
      </w:r>
      <w:r w:rsidR="00A17FD0">
        <w:t xml:space="preserve">all four seasons on one diagram </w:t>
      </w:r>
      <w:r>
        <w:t>caused confusion and suggested using a s</w:t>
      </w:r>
      <w:r w:rsidR="00C561C3">
        <w:t>eparate diagram for each season.</w:t>
      </w:r>
    </w:p>
    <w:p w:rsidR="001B7AC4" w:rsidRDefault="00A17FD0" w:rsidP="005A7315">
      <w:pPr>
        <w:spacing w:after="180"/>
        <w:ind w:left="993"/>
      </w:pPr>
      <w:r>
        <w:rPr>
          <w:noProof/>
          <w:lang w:eastAsia="en-GB"/>
        </w:rPr>
        <w:lastRenderedPageBreak/>
        <mc:AlternateContent>
          <mc:Choice Requires="wpg">
            <w:drawing>
              <wp:inline distT="0" distB="0" distL="0" distR="0" wp14:anchorId="0E3DA711" wp14:editId="6E3EE88D">
                <wp:extent cx="7410450" cy="1895475"/>
                <wp:effectExtent l="0" t="0" r="19050" b="28575"/>
                <wp:docPr id="15" name="Group 15"/>
                <wp:cNvGraphicFramePr/>
                <a:graphic xmlns:a="http://schemas.openxmlformats.org/drawingml/2006/main">
                  <a:graphicData uri="http://schemas.microsoft.com/office/word/2010/wordprocessingGroup">
                    <wpg:wgp>
                      <wpg:cNvGrpSpPr/>
                      <wpg:grpSpPr>
                        <a:xfrm>
                          <a:off x="0" y="0"/>
                          <a:ext cx="7410450" cy="1895475"/>
                          <a:chOff x="0" y="0"/>
                          <a:chExt cx="7867650" cy="2257425"/>
                        </a:xfrm>
                      </wpg:grpSpPr>
                      <wpg:grpSp>
                        <wpg:cNvPr id="14" name="Group 14"/>
                        <wpg:cNvGrpSpPr/>
                        <wpg:grpSpPr>
                          <a:xfrm>
                            <a:off x="0" y="0"/>
                            <a:ext cx="7867650" cy="2257425"/>
                            <a:chOff x="0" y="0"/>
                            <a:chExt cx="7867650" cy="2257425"/>
                          </a:xfrm>
                        </wpg:grpSpPr>
                        <pic:pic xmlns:pic="http://schemas.openxmlformats.org/drawingml/2006/picture">
                          <pic:nvPicPr>
                            <pic:cNvPr id="6" name="Picture 6"/>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38100" y="342900"/>
                              <a:ext cx="2378826" cy="1524001"/>
                            </a:xfrm>
                            <a:prstGeom prst="rect">
                              <a:avLst/>
                            </a:prstGeom>
                          </pic:spPr>
                        </pic:pic>
                        <wps:wsp>
                          <wps:cNvPr id="13" name="Rectangle 13"/>
                          <wps:cNvSpPr/>
                          <wps:spPr>
                            <a:xfrm>
                              <a:off x="0" y="0"/>
                              <a:ext cx="7867650" cy="22574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Picture 10"/>
                            <pic:cNvPicPr>
                              <a:picLocks noChangeAspect="1"/>
                            </pic:cNvPicPr>
                          </pic:nvPicPr>
                          <pic:blipFill rotWithShape="1">
                            <a:blip r:embed="rId18">
                              <a:extLst>
                                <a:ext uri="{28A0092B-C50C-407E-A947-70E740481C1C}">
                                  <a14:useLocalDpi xmlns:a14="http://schemas.microsoft.com/office/drawing/2010/main" val="0"/>
                                </a:ext>
                              </a:extLst>
                            </a:blip>
                            <a:srcRect b="2941"/>
                            <a:stretch/>
                          </pic:blipFill>
                          <pic:spPr bwMode="auto">
                            <a:xfrm>
                              <a:off x="3343275" y="28575"/>
                              <a:ext cx="4229100" cy="2200275"/>
                            </a:xfrm>
                            <a:prstGeom prst="rect">
                              <a:avLst/>
                            </a:prstGeom>
                            <a:ln>
                              <a:noFill/>
                            </a:ln>
                            <a:extLst>
                              <a:ext uri="{53640926-AAD7-44D8-BBD7-CCE9431645EC}">
                                <a14:shadowObscured xmlns:a14="http://schemas.microsoft.com/office/drawing/2010/main"/>
                              </a:ext>
                            </a:extLst>
                          </pic:spPr>
                        </pic:pic>
                      </wpg:grpSp>
                      <wps:wsp>
                        <wps:cNvPr id="12" name="Text Box 2"/>
                        <wps:cNvSpPr txBox="1">
                          <a:spLocks noChangeArrowheads="1"/>
                        </wps:cNvSpPr>
                        <wps:spPr bwMode="auto">
                          <a:xfrm>
                            <a:off x="6619875" y="1826359"/>
                            <a:ext cx="1028700" cy="340261"/>
                          </a:xfrm>
                          <a:prstGeom prst="rect">
                            <a:avLst/>
                          </a:prstGeom>
                          <a:solidFill>
                            <a:srgbClr val="FFFFFF"/>
                          </a:solidFill>
                          <a:ln w="9525">
                            <a:noFill/>
                            <a:miter lim="800000"/>
                            <a:headEnd/>
                            <a:tailEnd/>
                          </a:ln>
                        </wps:spPr>
                        <wps:txbx>
                          <w:txbxContent>
                            <w:p w:rsidR="00A17FD0" w:rsidRDefault="00A17FD0" w:rsidP="00A17FD0">
                              <w:proofErr w:type="spellStart"/>
                              <w:r>
                                <w:t>Ojala</w:t>
                              </w:r>
                              <w:proofErr w:type="spellEnd"/>
                              <w:r>
                                <w:t xml:space="preserve"> (1997)</w:t>
                              </w:r>
                            </w:p>
                          </w:txbxContent>
                        </wps:txbx>
                        <wps:bodyPr rot="0" vert="horz" wrap="square" lIns="91440" tIns="45720" rIns="91440" bIns="45720" anchor="t" anchorCtr="0">
                          <a:noAutofit/>
                        </wps:bodyPr>
                      </wps:wsp>
                    </wpg:wgp>
                  </a:graphicData>
                </a:graphic>
              </wp:inline>
            </w:drawing>
          </mc:Choice>
          <mc:Fallback>
            <w:pict>
              <v:group w14:anchorId="0E3DA711" id="Group 15" o:spid="_x0000_s1035" style="width:583.5pt;height:149.25pt;mso-position-horizontal-relative:char;mso-position-vertical-relative:line" coordsize="78676,2257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">
                <v:group id="Group 14" o:spid="_x0000_s1036" style="position:absolute;width:78676;height:22574" coordsize="78676,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7" type="#_x0000_t75" style="position:absolute;left:381;top:3429;width:23788;height:15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">
                    <v:imagedata r:id="rId19" o:title=""/>
                    <v:path arrowok="t"/>
                  </v:shape>
                  <v:rect id="Rectangle 13" o:spid="_x0000_s1038" style="position:absolute;width:78676;height:22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" filled="f" strokecolor="black [3213]"/>
                  <v:shape id="Picture 10" o:spid="_x0000_s1039" type="#_x0000_t75" style="position:absolute;left:33432;top:285;width:42291;height:22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">
                    <v:imagedata r:id="rId20" o:title="" cropbottom="1927f"/>
                    <v:path arrowok="t"/>
                  </v:shape>
                </v:group>
                <v:shapetype id="_x0000_t202" coordsize="21600,21600" o:spt="202" path="m,l,21600r21600,l21600,xe">
                  <v:stroke joinstyle="miter"/>
                  <v:path gradientshapeok="t" o:connecttype="rect"/>
                </v:shapetype>
                <v:shape id="Text Box 2" o:spid="_x0000_s1040" type="#_x0000_t202" style="position:absolute;left:66198;top:18263;width:10287;height:3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A17FD0" w:rsidRDefault="00A17FD0" w:rsidP="00A17FD0">
                        <w:proofErr w:type="spellStart"/>
                        <w:r>
                          <w:t>Ojala</w:t>
                        </w:r>
                        <w:proofErr w:type="spellEnd"/>
                        <w:r>
                          <w:t xml:space="preserve"> (1997)</w:t>
                        </w:r>
                      </w:p>
                    </w:txbxContent>
                  </v:textbox>
                </v:shape>
                <w10:anchorlock/>
              </v:group>
            </w:pict>
          </mc:Fallback>
        </mc:AlternateContent>
      </w:r>
    </w:p>
    <w:p w:rsidR="001B7AC4" w:rsidRDefault="001B7AC4" w:rsidP="001B7AC4">
      <w:pPr>
        <w:spacing w:after="180"/>
      </w:pPr>
      <w:r>
        <w:t xml:space="preserve">The most common reason students (wrongly) give for why it is warmer in the summer is the Earth being closer to the Sun at that time </w: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 </w:instrTex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EN.CITE.DATA </w:instrText>
      </w:r>
      <w:r>
        <w:fldChar w:fldCharType="end"/>
      </w:r>
      <w:r>
        <w:fldChar w:fldCharType="separate"/>
      </w:r>
      <w:r>
        <w:rPr>
          <w:noProof/>
        </w:rPr>
        <w:t>(Allen, 2014; Driver et al., 1994; Baxter, 1989)</w:t>
      </w:r>
      <w:r>
        <w:fldChar w:fldCharType="end"/>
      </w:r>
      <w:r>
        <w:t xml:space="preserv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that Greek students aged 11-13 (n=102) were more likely to explain that higher temperatures in summer are caused by the Sun being higher in the sky, or because the days are longer, but without explaining the cause of these phenomena. </w:t>
      </w:r>
    </w:p>
    <w:p w:rsidR="001B7AC4" w:rsidRDefault="001B7AC4" w:rsidP="001B7AC4">
      <w:pPr>
        <w:spacing w:after="180"/>
      </w:pPr>
      <w:r>
        <w:t>In the summer</w:t>
      </w:r>
      <w:r w:rsidR="00FB419F">
        <w:t xml:space="preserve"> one reason</w:t>
      </w:r>
      <w:r>
        <w:t xml:space="preserve"> temperatures are higher </w:t>
      </w:r>
      <w:r w:rsidR="00FB419F">
        <w:t xml:space="preserve">is </w:t>
      </w:r>
      <w:r>
        <w:t>because the part of the Earth experiencing summer is tilted towards the Sun. This means the Sun is higher in the sky and the radiation from it is spread out over a smaller area of land</w:t>
      </w:r>
      <w:r w:rsidR="00924B30">
        <w:t xml:space="preserve"> giving</w:t>
      </w:r>
      <w:r>
        <w:t xml:space="preserve"> a bigger heating effect. </w:t>
      </w:r>
      <w:proofErr w:type="spellStart"/>
      <w:r>
        <w:t>Ojala</w:t>
      </w:r>
      <w:proofErr w:type="spellEnd"/>
      <w:r>
        <w:t xml:space="preserve"> </w:t>
      </w:r>
      <w:r>
        <w:fldChar w:fldCharType="begin"/>
      </w:r>
      <w:r>
        <w:instrText xml:space="preserve"> ADDIN EN.CITE &lt;EndNote&gt;&lt;Cite ExcludeAuth="1"&gt;&lt;Author&gt;Ojala&lt;/Author&gt;&lt;Year&gt;1992&lt;/Year&gt;&lt;IDText&gt;The third planet&lt;/IDText&gt;&lt;DisplayText&gt;(1992)&lt;/DisplayText&gt;&lt;record&gt;&lt;titles&gt;&lt;title&gt;The third planet&lt;/title&gt;&lt;secondary-title&gt;International Journal of Science Education&lt;/secondary-title&gt;&lt;/titles&gt;&lt;pages&gt;191-200&lt;/pages&gt;&lt;contributors&gt;&lt;authors&gt;&lt;author&gt;Ojala, J&lt;/author&gt;&lt;/authors&gt;&lt;/contributors&gt;&lt;added-date format="utc"&gt;1554908862&lt;/added-date&gt;&lt;ref-type name="Journal Article"&gt;17&lt;/ref-type&gt;&lt;dates&gt;&lt;year&gt;1992&lt;/year&gt;&lt;/dates&gt;&lt;rec-number&gt;109&lt;/rec-number&gt;&lt;last-updated-date format="utc"&gt;1554909011&lt;/last-updated-date&gt;&lt;volume&gt;14:2&lt;/volume&gt;&lt;/record&gt;&lt;/Cite&gt;&lt;/EndNote&gt;</w:instrText>
      </w:r>
      <w:r>
        <w:fldChar w:fldCharType="separate"/>
      </w:r>
      <w:r>
        <w:rPr>
          <w:noProof/>
        </w:rPr>
        <w:t>(1992)</w:t>
      </w:r>
      <w:r>
        <w:fldChar w:fldCharType="end"/>
      </w:r>
      <w:r>
        <w:t xml:space="preserve"> suggested representing the uneven distribution of the Sun’s radiation over the Earth’s surface with a diagram </w:t>
      </w:r>
      <w:r w:rsidR="00924B30">
        <w:t xml:space="preserve">that shows </w:t>
      </w:r>
      <w:r w:rsidR="00360AA2">
        <w:t>how equal amounts of radiation spread</w:t>
      </w:r>
      <w:r>
        <w:t>.</w:t>
      </w:r>
      <w:r w:rsidR="00360AA2">
        <w:t xml:space="preserve"> </w:t>
      </w:r>
      <w:proofErr w:type="spellStart"/>
      <w:r w:rsidR="00360AA2">
        <w:t>K</w:t>
      </w:r>
      <w:r w:rsidR="00360AA2">
        <w:rPr>
          <w:rFonts w:cstheme="minorHAnsi"/>
        </w:rPr>
        <w:t>üçü</w:t>
      </w:r>
      <w:r w:rsidR="00360AA2">
        <w:t>k</w:t>
      </w:r>
      <w:r w:rsidR="00360AA2">
        <w:rPr>
          <w:rFonts w:cstheme="minorHAnsi"/>
        </w:rPr>
        <w:t>ö</w:t>
      </w:r>
      <w:r w:rsidR="00360AA2">
        <w:t>zer</w:t>
      </w:r>
      <w:proofErr w:type="spellEnd"/>
      <w:r w:rsidR="00360AA2">
        <w:t xml:space="preserve"> </w:t>
      </w:r>
      <w:r w:rsidR="00360AA2">
        <w:fldChar w:fldCharType="begin"/>
      </w:r>
      <w:r w:rsidR="00360AA2">
        <w:instrText xml:space="preserve"> ADDIN EN.CITE &lt;EndNote&gt;&lt;Cite ExcludeAuth="1"&gt;&lt;Author&gt;Kucukozer&lt;/Author&gt;&lt;Year&gt;2008&lt;/Year&gt;&lt;IDText&gt;The effects of 3Dcomputer modelling on conceptual change about seasons and phases of the Moon&lt;/IDText&gt;&lt;DisplayText&gt;(2008)&lt;/DisplayText&gt;&lt;record&gt;&lt;titles&gt;&lt;title&gt;The effects of 3Dcomputer modelling on conceptual change about seasons and phases of the Moon&lt;/title&gt;&lt;secondary-title&gt;Physics Education&lt;/secondary-title&gt;&lt;/titles&gt;&lt;pages&gt;632-636&lt;/pages&gt;&lt;contributors&gt;&lt;authors&gt;&lt;author&gt;Kucukozer, H&lt;/author&gt;&lt;/authors&gt;&lt;/contributors&gt;&lt;added-date format="utc"&gt;1555320860&lt;/added-date&gt;&lt;ref-type name="Journal Article"&gt;17&lt;/ref-type&gt;&lt;dates&gt;&lt;year&gt;2008&lt;/year&gt;&lt;/dates&gt;&lt;rec-number&gt;113&lt;/rec-number&gt;&lt;last-updated-date format="utc"&gt;1555320968&lt;/last-updated-date&gt;&lt;volume&gt;43(6)&lt;/volume&gt;&lt;/record&gt;&lt;/Cite&gt;&lt;/EndNote&gt;</w:instrText>
      </w:r>
      <w:r w:rsidR="00360AA2">
        <w:fldChar w:fldCharType="separate"/>
      </w:r>
      <w:r w:rsidR="00360AA2">
        <w:rPr>
          <w:noProof/>
        </w:rPr>
        <w:t>(2008)</w:t>
      </w:r>
      <w:r w:rsidR="00360AA2">
        <w:fldChar w:fldCharType="end"/>
      </w:r>
      <w:r w:rsidR="00360AA2">
        <w:t xml:space="preserve"> used a computer simulation to show what proportion of all radiation reaching the Earth fell above or below the equator during the summer and the winter.</w:t>
      </w:r>
    </w:p>
    <w:p w:rsidR="00931912" w:rsidRDefault="005B640B" w:rsidP="001B7AC4">
      <w:r>
        <w:rPr>
          <w:noProof/>
          <w:lang w:eastAsia="en-GB"/>
        </w:rPr>
        <mc:AlternateContent>
          <mc:Choice Requires="wpg">
            <w:drawing>
              <wp:anchor distT="0" distB="0" distL="114300" distR="114300" simplePos="0" relativeHeight="251718656" behindDoc="0" locked="0" layoutInCell="1" allowOverlap="1">
                <wp:simplePos x="0" y="0"/>
                <wp:positionH relativeFrom="column">
                  <wp:posOffset>3609975</wp:posOffset>
                </wp:positionH>
                <wp:positionV relativeFrom="paragraph">
                  <wp:posOffset>15875</wp:posOffset>
                </wp:positionV>
                <wp:extent cx="5105400" cy="1914525"/>
                <wp:effectExtent l="0" t="0" r="0" b="9525"/>
                <wp:wrapNone/>
                <wp:docPr id="274" name="Group 274"/>
                <wp:cNvGraphicFramePr/>
                <a:graphic xmlns:a="http://schemas.openxmlformats.org/drawingml/2006/main">
                  <a:graphicData uri="http://schemas.microsoft.com/office/word/2010/wordprocessingGroup">
                    <wpg:wgp>
                      <wpg:cNvGrpSpPr/>
                      <wpg:grpSpPr>
                        <a:xfrm>
                          <a:off x="0" y="0"/>
                          <a:ext cx="5105400" cy="1914525"/>
                          <a:chOff x="0" y="0"/>
                          <a:chExt cx="5105400" cy="1914525"/>
                        </a:xfrm>
                      </wpg:grpSpPr>
                      <wpg:grpSp>
                        <wpg:cNvPr id="199" name="Group 199"/>
                        <wpg:cNvGrpSpPr/>
                        <wpg:grpSpPr>
                          <a:xfrm>
                            <a:off x="123825" y="1238250"/>
                            <a:ext cx="4981575" cy="676275"/>
                            <a:chOff x="0" y="1238250"/>
                            <a:chExt cx="4981575" cy="676275"/>
                          </a:xfrm>
                        </wpg:grpSpPr>
                        <wps:wsp>
                          <wps:cNvPr id="198" name="Text Box 2"/>
                          <wps:cNvSpPr txBox="1">
                            <a:spLocks noChangeArrowheads="1"/>
                          </wps:cNvSpPr>
                          <wps:spPr bwMode="auto">
                            <a:xfrm>
                              <a:off x="0" y="1238250"/>
                              <a:ext cx="1962784" cy="349249"/>
                            </a:xfrm>
                            <a:prstGeom prst="rect">
                              <a:avLst/>
                            </a:prstGeom>
                            <a:noFill/>
                            <a:ln w="9525">
                              <a:noFill/>
                              <a:miter lim="800000"/>
                              <a:headEnd/>
                              <a:tailEnd/>
                            </a:ln>
                          </wps:spPr>
                          <wps:txbx>
                            <w:txbxContent>
                              <w:p w:rsidR="007F3458" w:rsidRPr="007F3458" w:rsidRDefault="007F3458" w:rsidP="007F3458">
                                <w:pPr>
                                  <w:jc w:val="center"/>
                                  <w:rPr>
                                    <w:sz w:val="16"/>
                                    <w:szCs w:val="16"/>
                                  </w:rPr>
                                </w:pPr>
                                <w:r w:rsidRPr="007F3458">
                                  <w:rPr>
                                    <w:sz w:val="16"/>
                                    <w:szCs w:val="16"/>
                                  </w:rPr>
                                  <w:t>Summer in the Northern hemisphere</w:t>
                                </w:r>
                              </w:p>
                              <w:p w:rsidR="007F3458" w:rsidRPr="007F3458" w:rsidRDefault="007F3458" w:rsidP="007F3458">
                                <w:pPr>
                                  <w:jc w:val="center"/>
                                  <w:rPr>
                                    <w:sz w:val="16"/>
                                    <w:szCs w:val="16"/>
                                  </w:rPr>
                                </w:pPr>
                                <w:r w:rsidRPr="007F3458">
                                  <w:rPr>
                                    <w:sz w:val="16"/>
                                    <w:szCs w:val="16"/>
                                  </w:rPr>
                                  <w:t>Most radiation falls north of the Equator.</w:t>
                                </w:r>
                              </w:p>
                            </w:txbxContent>
                          </wps:txbx>
                          <wps:bodyPr rot="0" vert="horz" wrap="square" lIns="91440" tIns="45720" rIns="91440" bIns="45720" anchor="t" anchorCtr="0">
                            <a:spAutoFit/>
                          </wps:bodyPr>
                        </wps:wsp>
                        <wps:wsp>
                          <wps:cNvPr id="39" name="Text Box 2"/>
                          <wps:cNvSpPr txBox="1">
                            <a:spLocks noChangeArrowheads="1"/>
                          </wps:cNvSpPr>
                          <wps:spPr bwMode="auto">
                            <a:xfrm>
                              <a:off x="2609850" y="1238250"/>
                              <a:ext cx="2371725" cy="676275"/>
                            </a:xfrm>
                            <a:prstGeom prst="rect">
                              <a:avLst/>
                            </a:prstGeom>
                            <a:solidFill>
                              <a:srgbClr val="FFFFFF"/>
                            </a:solidFill>
                            <a:ln w="9525">
                              <a:noFill/>
                              <a:miter lim="800000"/>
                              <a:headEnd/>
                              <a:tailEnd/>
                            </a:ln>
                          </wps:spPr>
                          <wps:txbx>
                            <w:txbxContent>
                              <w:p w:rsidR="007F3458" w:rsidRPr="007F3458" w:rsidRDefault="007F3458" w:rsidP="007F3458">
                                <w:pPr>
                                  <w:spacing w:line="259" w:lineRule="auto"/>
                                  <w:jc w:val="center"/>
                                  <w:rPr>
                                    <w:sz w:val="16"/>
                                    <w:szCs w:val="16"/>
                                  </w:rPr>
                                </w:pPr>
                                <w:r w:rsidRPr="007F3458">
                                  <w:rPr>
                                    <w:sz w:val="16"/>
                                    <w:szCs w:val="16"/>
                                  </w:rPr>
                                  <w:t>Winter in the Northern hemisphere</w:t>
                                </w:r>
                              </w:p>
                              <w:p w:rsidR="007F3458" w:rsidRPr="007F3458" w:rsidRDefault="007F3458" w:rsidP="007F3458">
                                <w:pPr>
                                  <w:spacing w:line="259" w:lineRule="auto"/>
                                  <w:jc w:val="center"/>
                                  <w:rPr>
                                    <w:i/>
                                    <w:sz w:val="16"/>
                                    <w:szCs w:val="16"/>
                                  </w:rPr>
                                </w:pPr>
                                <w:r w:rsidRPr="007F3458">
                                  <w:rPr>
                                    <w:i/>
                                    <w:sz w:val="16"/>
                                    <w:szCs w:val="16"/>
                                  </w:rPr>
                                  <w:t>Earth has moved round to the other side of the Sun</w:t>
                                </w:r>
                              </w:p>
                              <w:p w:rsidR="007F3458" w:rsidRDefault="007F3458" w:rsidP="007F3458">
                                <w:pPr>
                                  <w:spacing w:line="259" w:lineRule="auto"/>
                                  <w:jc w:val="center"/>
                                  <w:rPr>
                                    <w:sz w:val="16"/>
                                    <w:szCs w:val="16"/>
                                  </w:rPr>
                                </w:pPr>
                                <w:r w:rsidRPr="007F3458">
                                  <w:rPr>
                                    <w:sz w:val="16"/>
                                    <w:szCs w:val="16"/>
                                  </w:rPr>
                                  <w:t>Most radiation falls north of the Equator.</w:t>
                                </w:r>
                              </w:p>
                              <w:p w:rsidR="007F3458" w:rsidRPr="007F3458" w:rsidRDefault="007F3458" w:rsidP="007F3458">
                                <w:pPr>
                                  <w:spacing w:line="259" w:lineRule="auto"/>
                                  <w:jc w:val="right"/>
                                  <w:rPr>
                                    <w:sz w:val="10"/>
                                    <w:szCs w:val="16"/>
                                  </w:rPr>
                                </w:pPr>
                                <w:proofErr w:type="spellStart"/>
                                <w:r w:rsidRPr="007F3458">
                                  <w:rPr>
                                    <w:sz w:val="16"/>
                                  </w:rPr>
                                  <w:t>K</w:t>
                                </w:r>
                                <w:r w:rsidRPr="007F3458">
                                  <w:rPr>
                                    <w:rFonts w:cstheme="minorHAnsi"/>
                                    <w:sz w:val="16"/>
                                  </w:rPr>
                                  <w:t>üçü</w:t>
                                </w:r>
                                <w:r w:rsidRPr="007F3458">
                                  <w:rPr>
                                    <w:sz w:val="16"/>
                                  </w:rPr>
                                  <w:t>k</w:t>
                                </w:r>
                                <w:r w:rsidRPr="007F3458">
                                  <w:rPr>
                                    <w:rFonts w:cstheme="minorHAnsi"/>
                                    <w:sz w:val="16"/>
                                  </w:rPr>
                                  <w:t>ö</w:t>
                                </w:r>
                                <w:r w:rsidRPr="007F3458">
                                  <w:rPr>
                                    <w:sz w:val="16"/>
                                  </w:rPr>
                                  <w:t>zer</w:t>
                                </w:r>
                                <w:proofErr w:type="spellEnd"/>
                                <w:r>
                                  <w:rPr>
                                    <w:sz w:val="16"/>
                                  </w:rPr>
                                  <w:t xml:space="preserve"> (2008)</w:t>
                                </w:r>
                              </w:p>
                              <w:p w:rsidR="007F3458" w:rsidRDefault="007F3458" w:rsidP="007F3458">
                                <w:pPr>
                                  <w:jc w:val="center"/>
                                  <w:rPr>
                                    <w:i/>
                                    <w:szCs w:val="24"/>
                                  </w:rPr>
                                </w:pPr>
                              </w:p>
                              <w:p w:rsidR="007F3458" w:rsidRPr="00380362" w:rsidRDefault="007F3458" w:rsidP="007F3458">
                                <w:pPr>
                                  <w:jc w:val="center"/>
                                  <w:rPr>
                                    <w:i/>
                                    <w:szCs w:val="24"/>
                                  </w:rPr>
                                </w:pPr>
                              </w:p>
                            </w:txbxContent>
                          </wps:txbx>
                          <wps:bodyPr rot="0" vert="horz" wrap="square" lIns="91440" tIns="45720" rIns="91440" bIns="45720" anchor="t" anchorCtr="0">
                            <a:noAutofit/>
                          </wps:bodyPr>
                        </wps:wsp>
                      </wpg:grpSp>
                      <pic:pic xmlns:pic="http://schemas.openxmlformats.org/drawingml/2006/picture">
                        <pic:nvPicPr>
                          <pic:cNvPr id="273" name="Picture 273"/>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91100" cy="1295400"/>
                          </a:xfrm>
                          <a:prstGeom prst="rect">
                            <a:avLst/>
                          </a:prstGeom>
                          <a:noFill/>
                        </pic:spPr>
                      </pic:pic>
                    </wpg:wgp>
                  </a:graphicData>
                </a:graphic>
              </wp:anchor>
            </w:drawing>
          </mc:Choice>
          <mc:Fallback>
            <w:pict>
              <v:group id="Group 274" o:spid="_x0000_s1041" style="position:absolute;margin-left:284.25pt;margin-top:1.25pt;width:402pt;height:150.75pt;z-index:251718656;mso-position-horizontal-relative:text;mso-position-vertical-relative:text" coordsize="51054,191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">
                <v:group id="Group 199" o:spid="_x0000_s1042" style="position:absolute;left:1238;top:12382;width:49816;height:6763" coordorigin=",12382" coordsize="49815,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Text Box 2" o:spid="_x0000_s1043" type="#_x0000_t202" style="position:absolute;top:12382;width:19627;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" filled="f" stroked="f">
                    <v:textbox style="mso-fit-shape-to-text:t">
                      <w:txbxContent>
                        <w:p w:rsidR="007F3458" w:rsidRPr="007F3458" w:rsidRDefault="007F3458" w:rsidP="007F3458">
                          <w:pPr>
                            <w:jc w:val="center"/>
                            <w:rPr>
                              <w:sz w:val="16"/>
                              <w:szCs w:val="16"/>
                            </w:rPr>
                          </w:pPr>
                          <w:r w:rsidRPr="007F3458">
                            <w:rPr>
                              <w:sz w:val="16"/>
                              <w:szCs w:val="16"/>
                            </w:rPr>
                            <w:t>Summer in the Northern hemisphere</w:t>
                          </w:r>
                        </w:p>
                        <w:p w:rsidR="007F3458" w:rsidRPr="007F3458" w:rsidRDefault="007F3458" w:rsidP="007F3458">
                          <w:pPr>
                            <w:jc w:val="center"/>
                            <w:rPr>
                              <w:sz w:val="16"/>
                              <w:szCs w:val="16"/>
                            </w:rPr>
                          </w:pPr>
                          <w:r w:rsidRPr="007F3458">
                            <w:rPr>
                              <w:sz w:val="16"/>
                              <w:szCs w:val="16"/>
                            </w:rPr>
                            <w:t>Most radiation falls north of the Equator.</w:t>
                          </w:r>
                        </w:p>
                      </w:txbxContent>
                    </v:textbox>
                  </v:shape>
                  <v:shape id="Text Box 2" o:spid="_x0000_s1044" type="#_x0000_t202" style="position:absolute;left:26098;top:12382;width:23717;height:6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7F3458" w:rsidRPr="007F3458" w:rsidRDefault="007F3458" w:rsidP="007F3458">
                          <w:pPr>
                            <w:spacing w:line="259" w:lineRule="auto"/>
                            <w:jc w:val="center"/>
                            <w:rPr>
                              <w:sz w:val="16"/>
                              <w:szCs w:val="16"/>
                            </w:rPr>
                          </w:pPr>
                          <w:r w:rsidRPr="007F3458">
                            <w:rPr>
                              <w:sz w:val="16"/>
                              <w:szCs w:val="16"/>
                            </w:rPr>
                            <w:t>Winter in the Northern hemisphere</w:t>
                          </w:r>
                        </w:p>
                        <w:p w:rsidR="007F3458" w:rsidRPr="007F3458" w:rsidRDefault="007F3458" w:rsidP="007F3458">
                          <w:pPr>
                            <w:spacing w:line="259" w:lineRule="auto"/>
                            <w:jc w:val="center"/>
                            <w:rPr>
                              <w:i/>
                              <w:sz w:val="16"/>
                              <w:szCs w:val="16"/>
                            </w:rPr>
                          </w:pPr>
                          <w:r w:rsidRPr="007F3458">
                            <w:rPr>
                              <w:i/>
                              <w:sz w:val="16"/>
                              <w:szCs w:val="16"/>
                            </w:rPr>
                            <w:t>Earth has moved round to the other side of the Sun</w:t>
                          </w:r>
                        </w:p>
                        <w:p w:rsidR="007F3458" w:rsidRDefault="007F3458" w:rsidP="007F3458">
                          <w:pPr>
                            <w:spacing w:line="259" w:lineRule="auto"/>
                            <w:jc w:val="center"/>
                            <w:rPr>
                              <w:sz w:val="16"/>
                              <w:szCs w:val="16"/>
                            </w:rPr>
                          </w:pPr>
                          <w:r w:rsidRPr="007F3458">
                            <w:rPr>
                              <w:sz w:val="16"/>
                              <w:szCs w:val="16"/>
                            </w:rPr>
                            <w:t>Most radiation falls north of the Equator.</w:t>
                          </w:r>
                        </w:p>
                        <w:p w:rsidR="007F3458" w:rsidRPr="007F3458" w:rsidRDefault="007F3458" w:rsidP="007F3458">
                          <w:pPr>
                            <w:spacing w:line="259" w:lineRule="auto"/>
                            <w:jc w:val="right"/>
                            <w:rPr>
                              <w:sz w:val="10"/>
                              <w:szCs w:val="16"/>
                            </w:rPr>
                          </w:pPr>
                          <w:proofErr w:type="spellStart"/>
                          <w:r w:rsidRPr="007F3458">
                            <w:rPr>
                              <w:sz w:val="16"/>
                            </w:rPr>
                            <w:t>K</w:t>
                          </w:r>
                          <w:r w:rsidRPr="007F3458">
                            <w:rPr>
                              <w:rFonts w:cstheme="minorHAnsi"/>
                              <w:sz w:val="16"/>
                            </w:rPr>
                            <w:t>üçü</w:t>
                          </w:r>
                          <w:r w:rsidRPr="007F3458">
                            <w:rPr>
                              <w:sz w:val="16"/>
                            </w:rPr>
                            <w:t>k</w:t>
                          </w:r>
                          <w:r w:rsidRPr="007F3458">
                            <w:rPr>
                              <w:rFonts w:cstheme="minorHAnsi"/>
                              <w:sz w:val="16"/>
                            </w:rPr>
                            <w:t>ö</w:t>
                          </w:r>
                          <w:r w:rsidRPr="007F3458">
                            <w:rPr>
                              <w:sz w:val="16"/>
                            </w:rPr>
                            <w:t>zer</w:t>
                          </w:r>
                          <w:proofErr w:type="spellEnd"/>
                          <w:r>
                            <w:rPr>
                              <w:sz w:val="16"/>
                            </w:rPr>
                            <w:t xml:space="preserve"> (2008)</w:t>
                          </w:r>
                        </w:p>
                        <w:p w:rsidR="007F3458" w:rsidRDefault="007F3458" w:rsidP="007F3458">
                          <w:pPr>
                            <w:jc w:val="center"/>
                            <w:rPr>
                              <w:i/>
                              <w:szCs w:val="24"/>
                            </w:rPr>
                          </w:pPr>
                        </w:p>
                        <w:p w:rsidR="007F3458" w:rsidRPr="00380362" w:rsidRDefault="007F3458" w:rsidP="007F3458">
                          <w:pPr>
                            <w:jc w:val="center"/>
                            <w:rPr>
                              <w:i/>
                              <w:szCs w:val="24"/>
                            </w:rPr>
                          </w:pPr>
                        </w:p>
                      </w:txbxContent>
                    </v:textbox>
                  </v:shape>
                </v:group>
                <v:shape id="Picture 273" o:spid="_x0000_s1045" type="#_x0000_t75" style="position:absolute;width:49911;height:12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">
                  <v:imagedata r:id="rId22" o:title=""/>
                  <v:path arrowok="t"/>
                </v:shape>
              </v:group>
            </w:pict>
          </mc:Fallback>
        </mc:AlternateContent>
      </w:r>
    </w:p>
    <w:p w:rsidR="001B7AC4" w:rsidRDefault="00360AA2" w:rsidP="005B640B">
      <w:pPr>
        <w:spacing w:after="180"/>
        <w:ind w:firstLine="567"/>
      </w:pPr>
      <w:r>
        <w:rPr>
          <w:noProof/>
          <w:lang w:eastAsia="en-GB"/>
        </w:rPr>
        <mc:AlternateContent>
          <mc:Choice Requires="wpg">
            <w:drawing>
              <wp:inline distT="0" distB="0" distL="0" distR="0" wp14:anchorId="7F016EF5" wp14:editId="750AB3CC">
                <wp:extent cx="1915159" cy="1657350"/>
                <wp:effectExtent l="0" t="0" r="9525" b="0"/>
                <wp:docPr id="5" name="Group 5"/>
                <wp:cNvGraphicFramePr/>
                <a:graphic xmlns:a="http://schemas.openxmlformats.org/drawingml/2006/main">
                  <a:graphicData uri="http://schemas.microsoft.com/office/word/2010/wordprocessingGroup">
                    <wpg:wgp>
                      <wpg:cNvGrpSpPr/>
                      <wpg:grpSpPr>
                        <a:xfrm>
                          <a:off x="0" y="0"/>
                          <a:ext cx="1915159" cy="1657350"/>
                          <a:chOff x="0" y="-57150"/>
                          <a:chExt cx="1915159" cy="1657350"/>
                        </a:xfrm>
                      </wpg:grpSpPr>
                      <pic:pic xmlns:pic="http://schemas.openxmlformats.org/drawingml/2006/picture">
                        <pic:nvPicPr>
                          <pic:cNvPr id="2" name="Picture 2"/>
                          <pic:cNvPicPr>
                            <a:picLocks noChangeAspect="1"/>
                          </pic:cNvPicPr>
                        </pic:nvPicPr>
                        <pic:blipFill rotWithShape="1">
                          <a:blip r:embed="rId23" cstate="print">
                            <a:extLst>
                              <a:ext uri="{28A0092B-C50C-407E-A947-70E740481C1C}">
                                <a14:useLocalDpi xmlns:a14="http://schemas.microsoft.com/office/drawing/2010/main" val="0"/>
                              </a:ext>
                            </a:extLst>
                          </a:blip>
                          <a:srcRect l="9679" r="6891" b="12421"/>
                          <a:stretch/>
                        </pic:blipFill>
                        <pic:spPr bwMode="auto">
                          <a:xfrm>
                            <a:off x="66675" y="-57150"/>
                            <a:ext cx="1753235" cy="120142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0" y="1132985"/>
                            <a:ext cx="1915159" cy="467215"/>
                          </a:xfrm>
                          <a:prstGeom prst="rect">
                            <a:avLst/>
                          </a:prstGeom>
                          <a:solidFill>
                            <a:srgbClr val="FFFFFF"/>
                          </a:solidFill>
                          <a:ln w="9525">
                            <a:noFill/>
                            <a:miter lim="800000"/>
                            <a:headEnd/>
                            <a:tailEnd/>
                          </a:ln>
                        </wps:spPr>
                        <wps:txbx>
                          <w:txbxContent>
                            <w:p w:rsidR="00360AA2" w:rsidRDefault="00360AA2" w:rsidP="00360AA2">
                              <w:pPr>
                                <w:jc w:val="center"/>
                                <w:rPr>
                                  <w:sz w:val="16"/>
                                </w:rPr>
                              </w:pPr>
                              <w:r w:rsidRPr="00707114">
                                <w:rPr>
                                  <w:sz w:val="16"/>
                                </w:rPr>
                                <w:t>Areas of land that each receive the same amount of radiation from the Sun</w:t>
                              </w:r>
                            </w:p>
                            <w:p w:rsidR="007F3458" w:rsidRPr="00707114" w:rsidRDefault="007F3458" w:rsidP="007F3458">
                              <w:pPr>
                                <w:jc w:val="right"/>
                                <w:rPr>
                                  <w:sz w:val="16"/>
                                </w:rPr>
                              </w:pPr>
                              <w:proofErr w:type="spellStart"/>
                              <w:r>
                                <w:rPr>
                                  <w:sz w:val="16"/>
                                </w:rPr>
                                <w:t>Ojala</w:t>
                              </w:r>
                              <w:proofErr w:type="spellEnd"/>
                              <w:r>
                                <w:rPr>
                                  <w:sz w:val="16"/>
                                </w:rPr>
                                <w:t xml:space="preserve"> (1992)</w:t>
                              </w:r>
                            </w:p>
                          </w:txbxContent>
                        </wps:txbx>
                        <wps:bodyPr rot="0" vert="horz" wrap="square" lIns="91440" tIns="45720" rIns="91440" bIns="45720" anchor="t" anchorCtr="0">
                          <a:noAutofit/>
                        </wps:bodyPr>
                      </wps:wsp>
                    </wpg:wgp>
                  </a:graphicData>
                </a:graphic>
              </wp:inline>
            </w:drawing>
          </mc:Choice>
          <mc:Fallback>
            <w:pict>
              <v:group w14:anchorId="7F016EF5" id="Group 5" o:spid="_x0000_s1046" style="width:150.8pt;height:130.5pt;mso-position-horizontal-relative:char;mso-position-vertical-relative:line" coordorigin=",-571" coordsize="19151,16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">
                <v:shape id="Picture 2" o:spid="_x0000_s1047" type="#_x0000_t75" style="position:absolute;left:666;top:-571;width:17533;height:12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">
                  <v:imagedata r:id="rId24" o:title="" cropbottom="8140f" cropleft="6343f" cropright="4516f"/>
                  <v:path arrowok="t"/>
                </v:shape>
                <v:shape id="Text Box 2" o:spid="_x0000_s1048" type="#_x0000_t202" style="position:absolute;top:11329;width:19151;height:4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360AA2" w:rsidRDefault="00360AA2" w:rsidP="00360AA2">
                        <w:pPr>
                          <w:jc w:val="center"/>
                          <w:rPr>
                            <w:sz w:val="16"/>
                          </w:rPr>
                        </w:pPr>
                        <w:r w:rsidRPr="00707114">
                          <w:rPr>
                            <w:sz w:val="16"/>
                          </w:rPr>
                          <w:t>Areas of land that each receive the same amount of radiation from the Sun</w:t>
                        </w:r>
                      </w:p>
                      <w:p w:rsidR="007F3458" w:rsidRPr="00707114" w:rsidRDefault="007F3458" w:rsidP="007F3458">
                        <w:pPr>
                          <w:jc w:val="right"/>
                          <w:rPr>
                            <w:sz w:val="16"/>
                          </w:rPr>
                        </w:pPr>
                        <w:proofErr w:type="spellStart"/>
                        <w:r>
                          <w:rPr>
                            <w:sz w:val="16"/>
                          </w:rPr>
                          <w:t>Ojala</w:t>
                        </w:r>
                        <w:proofErr w:type="spellEnd"/>
                        <w:r>
                          <w:rPr>
                            <w:sz w:val="16"/>
                          </w:rPr>
                          <w:t xml:space="preserve"> (1992)</w:t>
                        </w:r>
                      </w:p>
                    </w:txbxContent>
                  </v:textbox>
                </v:shape>
                <w10:anchorlock/>
              </v:group>
            </w:pict>
          </mc:Fallback>
        </mc:AlternateContent>
      </w:r>
      <w:r w:rsidR="005B640B">
        <w:t xml:space="preserve"> </w:t>
      </w:r>
    </w:p>
    <w:p w:rsidR="00FB419F" w:rsidRDefault="00FB419F" w:rsidP="00FB1FF6">
      <w:pPr>
        <w:spacing w:after="180"/>
      </w:pPr>
    </w:p>
    <w:p w:rsidR="00FB419F" w:rsidRDefault="00FB419F" w:rsidP="00FB1FF6">
      <w:pPr>
        <w:spacing w:after="180"/>
      </w:pPr>
      <w:r>
        <w:lastRenderedPageBreak/>
        <w:t xml:space="preserve">A second consequence of the Earth tilting towards the Sun in summer is the increase in the length of the day. Depending at which latitude students live, they are likely to have different perceptions of changes to day length. In Greece,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just 17% (n=102) of 11- to 13-year-olds realised day lengths changed through the year, whereas the phenomena would be obvious to stude</w:t>
      </w:r>
      <w:r w:rsidR="00AC5437">
        <w:t>nts in Scandinavia. Students ar</w:t>
      </w:r>
      <w:r w:rsidR="001279D5">
        <w:t>e often able to suggest that this is</w:t>
      </w:r>
      <w:r w:rsidR="00AC5437">
        <w:t xml:space="preserve"> cause</w:t>
      </w:r>
      <w:r w:rsidR="001279D5">
        <w:t>d by</w:t>
      </w:r>
      <w:r w:rsidR="00AC5437">
        <w:t xml:space="preserve"> the tilt of the Earth, without being able to explain </w:t>
      </w:r>
      <w:r w:rsidR="001279D5">
        <w:t>the mechanism</w:t>
      </w:r>
      <w:r w:rsidR="00AC5437">
        <w:t xml:space="preserve"> </w:t>
      </w:r>
      <w:r w:rsidR="00AC5437">
        <w:fldChar w:fldCharType="begin">
          <w:fldData xml:space="preserve">PEVuZE5vdGU+PENpdGU+PEF1dGhvcj5CYXh0ZXI8L0F1dGhvcj48WWVhcj4xOTg5PC9ZZWFyPjxJ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</w:fldData>
        </w:fldChar>
      </w:r>
      <w:r w:rsidR="001279D5">
        <w:instrText xml:space="preserve"> ADDIN EN.CITE </w:instrText>
      </w:r>
      <w:r w:rsidR="001279D5">
        <w:fldChar w:fldCharType="begin">
          <w:fldData xml:space="preserve">PEVuZE5vdGU+PENpdGU+PEF1dGhvcj5CYXh0ZXI8L0F1dGhvcj48WWVhcj4xOTg5PC9ZZWFyPjxJ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</w:fldData>
        </w:fldChar>
      </w:r>
      <w:r w:rsidR="001279D5">
        <w:instrText xml:space="preserve"> ADDIN EN.CITE.DATA </w:instrText>
      </w:r>
      <w:r w:rsidR="001279D5">
        <w:fldChar w:fldCharType="end"/>
      </w:r>
      <w:r w:rsidR="00AC5437">
        <w:fldChar w:fldCharType="separate"/>
      </w:r>
      <w:r w:rsidR="001279D5">
        <w:rPr>
          <w:noProof/>
        </w:rPr>
        <w:t>(Baxter, 1989; Dunlop, 2000; Lelliott and Rollnick, 2009)</w:t>
      </w:r>
      <w:r w:rsidR="00AC5437">
        <w:fldChar w:fldCharType="end"/>
      </w:r>
      <w:r w:rsidR="00AC5437">
        <w:t>.</w:t>
      </w:r>
      <w:r w:rsidR="001279D5">
        <w:t xml:space="preserve"> A small proportion of 10- to 11-year-olds believe the Sun moves </w:t>
      </w:r>
      <w:r w:rsidR="00350CCF">
        <w:t xml:space="preserve">more </w:t>
      </w:r>
      <w:r w:rsidR="001279D5">
        <w:t>slow</w:t>
      </w:r>
      <w:r w:rsidR="00350CCF">
        <w:t>ly</w:t>
      </w:r>
      <w:r w:rsidR="001279D5">
        <w:t xml:space="preserve"> through the sky in summer </w:t>
      </w:r>
      <w:r w:rsidR="001279D5">
        <w:fldChar w:fldCharType="begin"/>
      </w:r>
      <w:r w:rsidR="001279D5">
        <w:instrText xml:space="preserve"> ADDIN EN.CITE &lt;EndNote&gt;&lt;Cite&gt;&lt;Author&gt;Sharp&lt;/Author&gt;&lt;Year&gt;1996&lt;/Year&gt;&lt;IDText&gt;Children&amp;apos;s astronomical beliefs: a preliminary study of Year 6 children in south-west England&lt;/IDText&gt;&lt;DisplayText&gt;(Sharp, 1996)&lt;/DisplayText&gt;&lt;record&gt;&lt;titles&gt;&lt;title&gt;Children&amp;apos;s astronomical beliefs: a preliminary study of Year 6 children in south-west England&lt;/title&gt;&lt;secondary-title&gt;International Journal of Science Education&lt;/secondary-title&gt;&lt;/titles&gt;&lt;pages&gt;685-712&lt;/pages&gt;&lt;contributors&gt;&lt;authors&gt;&lt;author&gt;Sharp, J. G&lt;/author&gt;&lt;/authors&gt;&lt;/contributors&gt;&lt;added-date format="utc"&gt;1536604866&lt;/added-date&gt;&lt;ref-type name="Journal Article"&gt;17&lt;/ref-type&gt;&lt;dates&gt;&lt;year&gt;1996&lt;/year&gt;&lt;/dates&gt;&lt;rec-number&gt;36&lt;/rec-number&gt;&lt;last-updated-date format="utc"&gt;1536755922&lt;/last-updated-date&gt;&lt;volume&gt;18(6)&lt;/volume&gt;&lt;/record&gt;&lt;/Cite&gt;&lt;/EndNote&gt;</w:instrText>
      </w:r>
      <w:r w:rsidR="001279D5">
        <w:fldChar w:fldCharType="separate"/>
      </w:r>
      <w:r w:rsidR="001279D5">
        <w:rPr>
          <w:noProof/>
        </w:rPr>
        <w:t>(Sharp, 1996)</w:t>
      </w:r>
      <w:r w:rsidR="001279D5">
        <w:fldChar w:fldCharType="end"/>
      </w:r>
      <w:r w:rsidR="001279D5">
        <w:t>.</w:t>
      </w:r>
    </w:p>
    <w:p w:rsidR="00B72BC2" w:rsidRDefault="00B72BC2" w:rsidP="00FB1FF6">
      <w:pPr>
        <w:spacing w:after="180"/>
      </w:pPr>
      <w:r w:rsidRPr="00B72BC2">
        <w:t xml:space="preserve">Constructivist teaching strategies </w:t>
      </w:r>
      <w:r>
        <w:t xml:space="preserve">that challenge student misunderstandings were shown to significantly improve knowledge about the causes of seasons </w:t>
      </w:r>
      <w:r w:rsidR="00CA3C54">
        <w:fldChar w:fldCharType="begin"/>
      </w:r>
      <w:r w:rsidR="00CA3C54">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rsidR="00CA3C54">
        <w:fldChar w:fldCharType="separate"/>
      </w:r>
      <w:r w:rsidR="00CA3C54">
        <w:rPr>
          <w:noProof/>
        </w:rPr>
        <w:t>(Trumper, 2006)</w:t>
      </w:r>
      <w:r w:rsidR="00CA3C54">
        <w:fldChar w:fldCharType="end"/>
      </w:r>
      <w:r w:rsidR="00CA3C54">
        <w:t xml:space="preserve"> </w:t>
      </w:r>
      <w:r>
        <w:t xml:space="preserve">and elicit longer retention of the scientific concepts </w:t>
      </w:r>
      <w:r w:rsidR="00CA3C54">
        <w:fldChar w:fldCharType="begin"/>
      </w:r>
      <w:r w:rsidR="00CA3C54">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rsidR="00CA3C54">
        <w:fldChar w:fldCharType="separate"/>
      </w:r>
      <w:r w:rsidR="00CA3C54">
        <w:rPr>
          <w:noProof/>
        </w:rPr>
        <w:t>(Tsai and Chang, 2005)</w:t>
      </w:r>
      <w:r w:rsidR="00CA3C54">
        <w:fldChar w:fldCharType="end"/>
      </w:r>
      <w:r w:rsidR="00CA3C54">
        <w:t>.</w:t>
      </w:r>
    </w:p>
    <w:p w:rsidR="00886904" w:rsidRPr="00F105B3" w:rsidRDefault="00886904" w:rsidP="00886904">
      <w:pPr>
        <w:spacing w:after="180"/>
        <w:rPr>
          <w:b/>
          <w:color w:val="5F497A" w:themeColor="accent4" w:themeShade="BF"/>
          <w:sz w:val="24"/>
        </w:rPr>
      </w:pPr>
      <w:r w:rsidRPr="0022442F">
        <w:rPr>
          <w:b/>
          <w:color w:val="5F497A" w:themeColor="accent4" w:themeShade="BF"/>
          <w:sz w:val="24"/>
        </w:rPr>
        <w:t>Guidance notes</w:t>
      </w:r>
    </w:p>
    <w:p w:rsidR="0065402A" w:rsidRDefault="00BC5260" w:rsidP="00FB1FF6">
      <w:pPr>
        <w:spacing w:after="180"/>
      </w:pPr>
      <w:r>
        <w:t>This progression toolkit reminds students of how the Sun moves through the sky in an arc which can be explained by the Earth spinning on its a</w:t>
      </w:r>
      <w:r w:rsidR="00952444">
        <w:t xml:space="preserve">xis. It could also be explained </w:t>
      </w:r>
      <w:r w:rsidR="0065402A" w:rsidRPr="0065402A">
        <w:rPr>
          <w:i/>
        </w:rPr>
        <w:t xml:space="preserve">consistently but </w:t>
      </w:r>
      <w:r w:rsidR="00952444" w:rsidRPr="0065402A">
        <w:rPr>
          <w:i/>
        </w:rPr>
        <w:t>wrongly</w:t>
      </w:r>
      <w:r w:rsidR="00952444">
        <w:t xml:space="preserve"> by</w:t>
      </w:r>
      <w:r>
        <w:t xml:space="preserve"> the Sun orbiting the Earth each day. </w:t>
      </w:r>
      <w:r w:rsidR="00EC1E02">
        <w:t xml:space="preserve">The Earth-Sun model introduced in the key concept: </w:t>
      </w:r>
      <w:r w:rsidR="00EC1E02">
        <w:rPr>
          <w:i/>
        </w:rPr>
        <w:t>PES1.1 Planets and the Solar System</w:t>
      </w:r>
      <w:r w:rsidR="00EC1E02">
        <w:t xml:space="preserve"> is used to model the spinning Earth, and this model is extended to demonstrate how the tilt of the Earth can explain changes to the length of a day as the Earth orbits the Sun each year. Further evidence to support this model is that it </w:t>
      </w:r>
      <w:r w:rsidR="0065402A">
        <w:t>can explain</w:t>
      </w:r>
      <w:r w:rsidR="00EC1E02">
        <w:t xml:space="preserve"> changes of seasons in countries away from the Equator. Seasons cannot be explained by a model of the Sun orbiting the Earth. </w:t>
      </w:r>
    </w:p>
    <w:p w:rsidR="00886904" w:rsidRDefault="005807C6" w:rsidP="00FB1FF6">
      <w:pPr>
        <w:spacing w:after="180"/>
      </w:pPr>
      <w:r>
        <w:t xml:space="preserve">A further consequence of the Earth’s tilt is that the angle between </w:t>
      </w:r>
      <w:r w:rsidR="004075AC">
        <w:t>each</w:t>
      </w:r>
      <w:r>
        <w:t xml:space="preserve"> part of the globe</w:t>
      </w:r>
      <w:r w:rsidR="0065402A">
        <w:t>’s surface and</w:t>
      </w:r>
      <w:r>
        <w:t xml:space="preserve"> the Sun changes through </w:t>
      </w:r>
      <w:r w:rsidR="0065402A">
        <w:t>each</w:t>
      </w:r>
      <w:r>
        <w:t xml:space="preserve"> year. </w:t>
      </w:r>
      <w:r w:rsidR="0065402A">
        <w:t xml:space="preserve">A classroom </w:t>
      </w:r>
      <w:r w:rsidR="00F3483D">
        <w:t>i</w:t>
      </w:r>
      <w:r>
        <w:t xml:space="preserve">nvestigation can show how the angle </w:t>
      </w:r>
      <w:r w:rsidR="004075AC">
        <w:t>at which</w:t>
      </w:r>
      <w:r>
        <w:t xml:space="preserve"> a surface </w:t>
      </w:r>
      <w:r w:rsidR="004075AC">
        <w:t>faces</w:t>
      </w:r>
      <w:r>
        <w:t xml:space="preserve"> a heat source changes the rate </w:t>
      </w:r>
      <w:r w:rsidR="0065402A">
        <w:t xml:space="preserve">at which the temperature of </w:t>
      </w:r>
      <w:r w:rsidR="004075AC">
        <w:t>surface</w:t>
      </w:r>
      <w:r w:rsidR="0065402A">
        <w:t xml:space="preserve"> increases</w:t>
      </w:r>
      <w:r w:rsidR="00372CC0">
        <w:t xml:space="preserve">. </w:t>
      </w:r>
      <w:r w:rsidR="0065402A">
        <w:t xml:space="preserve">This evidence added to changes to the length of day explains why it is warmer in the summer compared to winter. </w:t>
      </w:r>
      <w:r w:rsidR="00372CC0">
        <w:t xml:space="preserve">Comparing </w:t>
      </w:r>
      <w:r w:rsidR="004075AC">
        <w:t xml:space="preserve">when </w:t>
      </w:r>
      <w:r w:rsidR="00372CC0">
        <w:t xml:space="preserve">seasons in the northern and southern hemispheres </w:t>
      </w:r>
      <w:r w:rsidR="004075AC">
        <w:t xml:space="preserve">take place </w:t>
      </w:r>
      <w:r w:rsidR="00372CC0">
        <w:t>gives evidence that the Earth’s distance to the Sun.</w:t>
      </w:r>
    </w:p>
    <w:p w:rsidR="00BA4EBE" w:rsidRPr="00BA4EBE" w:rsidRDefault="00BA4EBE" w:rsidP="00FB1FF6">
      <w:pPr>
        <w:spacing w:after="180"/>
      </w:pPr>
      <w:r>
        <w:t xml:space="preserve">It may be helpful to refer to summer (or </w:t>
      </w:r>
      <w:r w:rsidR="00F955EC">
        <w:t>any other season</w:t>
      </w:r>
      <w:r>
        <w:t xml:space="preserve">) as </w:t>
      </w:r>
      <w:r w:rsidRPr="00BA4EBE">
        <w:rPr>
          <w:i/>
        </w:rPr>
        <w:t>northern summer</w:t>
      </w:r>
      <w:r>
        <w:t xml:space="preserve"> or </w:t>
      </w:r>
      <w:r w:rsidRPr="00BA4EBE">
        <w:rPr>
          <w:i/>
        </w:rPr>
        <w:t>southern summer</w:t>
      </w:r>
      <w:r>
        <w:t xml:space="preserve"> to indicate that it is never summer everywhere at the same time.</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1279D5" w:rsidRPr="001279D5" w:rsidRDefault="001B7AC4" w:rsidP="00414DA2">
      <w:pPr>
        <w:pStyle w:val="EndNoteBibliography"/>
        <w:spacing w:after="120"/>
      </w:pPr>
      <w:r>
        <w:fldChar w:fldCharType="begin"/>
      </w:r>
      <w:r>
        <w:instrText xml:space="preserve"> ADDIN EN.REFLIST </w:instrText>
      </w:r>
      <w:r>
        <w:fldChar w:fldCharType="separate"/>
      </w:r>
      <w:r w:rsidR="001279D5" w:rsidRPr="001279D5">
        <w:t xml:space="preserve">Allen, M. (2014). </w:t>
      </w:r>
      <w:r w:rsidR="001279D5" w:rsidRPr="001279D5">
        <w:rPr>
          <w:i/>
        </w:rPr>
        <w:t xml:space="preserve">Misconceptions in Primary Science, 2nd </w:t>
      </w:r>
      <w:r w:rsidR="001279D5" w:rsidRPr="001279D5">
        <w:t>edn</w:t>
      </w:r>
      <w:r w:rsidR="001279D5" w:rsidRPr="001279D5">
        <w:rPr>
          <w:i/>
        </w:rPr>
        <w:t xml:space="preserve"> </w:t>
      </w:r>
      <w:r w:rsidR="001279D5" w:rsidRPr="001279D5">
        <w:t>Berkshire, UK: Open University Press.</w:t>
      </w:r>
    </w:p>
    <w:p w:rsidR="001279D5" w:rsidRPr="001279D5" w:rsidRDefault="001279D5" w:rsidP="00414DA2">
      <w:pPr>
        <w:pStyle w:val="EndNoteBibliography"/>
        <w:spacing w:after="120"/>
      </w:pPr>
      <w:r w:rsidRPr="001279D5">
        <w:t xml:space="preserve">Bakas, C. and Mikropoulos, T. (2003). Design of virtual environments for the comprehension of planetary phenomena based on students' ideas. </w:t>
      </w:r>
      <w:r w:rsidRPr="001279D5">
        <w:rPr>
          <w:i/>
        </w:rPr>
        <w:t>International Journal of Science Education,</w:t>
      </w:r>
      <w:r w:rsidRPr="001279D5">
        <w:t xml:space="preserve"> 25:8</w:t>
      </w:r>
      <w:r w:rsidRPr="001279D5">
        <w:rPr>
          <w:b/>
        </w:rPr>
        <w:t>,</w:t>
      </w:r>
      <w:r w:rsidRPr="001279D5">
        <w:t xml:space="preserve"> 949-967.</w:t>
      </w:r>
    </w:p>
    <w:p w:rsidR="001279D5" w:rsidRPr="001279D5" w:rsidRDefault="001279D5" w:rsidP="00414DA2">
      <w:pPr>
        <w:pStyle w:val="EndNoteBibliography"/>
        <w:spacing w:after="120"/>
      </w:pPr>
      <w:r w:rsidRPr="001279D5">
        <w:t xml:space="preserve">Baxter, J. (1989). Children's understanding of familiar astronomical events. </w:t>
      </w:r>
      <w:r w:rsidRPr="001279D5">
        <w:rPr>
          <w:i/>
        </w:rPr>
        <w:t>International Journal of Science Education,</w:t>
      </w:r>
      <w:r w:rsidRPr="001279D5">
        <w:t xml:space="preserve"> 11 (Special Issue)</w:t>
      </w:r>
      <w:r w:rsidRPr="001279D5">
        <w:rPr>
          <w:b/>
        </w:rPr>
        <w:t>,</w:t>
      </w:r>
      <w:r w:rsidRPr="001279D5">
        <w:t xml:space="preserve"> 502-13.</w:t>
      </w:r>
    </w:p>
    <w:p w:rsidR="001279D5" w:rsidRPr="001279D5" w:rsidRDefault="001279D5" w:rsidP="00414DA2">
      <w:pPr>
        <w:pStyle w:val="EndNoteBibliography"/>
        <w:spacing w:after="120"/>
      </w:pPr>
      <w:r w:rsidRPr="001279D5">
        <w:t xml:space="preserve">Brewer, W. and Vosniadou, S. (1994). Mental Models of the Daylight Cycle. </w:t>
      </w:r>
      <w:r w:rsidRPr="001279D5">
        <w:rPr>
          <w:i/>
        </w:rPr>
        <w:t>Cognitive Science,</w:t>
      </w:r>
      <w:r w:rsidRPr="001279D5">
        <w:t xml:space="preserve"> 18</w:t>
      </w:r>
      <w:r w:rsidRPr="001279D5">
        <w:rPr>
          <w:b/>
        </w:rPr>
        <w:t>,</w:t>
      </w:r>
      <w:r w:rsidRPr="001279D5">
        <w:t xml:space="preserve"> 123-183.</w:t>
      </w:r>
    </w:p>
    <w:p w:rsidR="001279D5" w:rsidRPr="001279D5" w:rsidRDefault="001279D5" w:rsidP="00414DA2">
      <w:pPr>
        <w:pStyle w:val="EndNoteBibliography"/>
        <w:spacing w:after="120"/>
      </w:pPr>
      <w:r w:rsidRPr="001279D5">
        <w:t xml:space="preserve">Department for Education (2013). </w:t>
      </w:r>
      <w:r w:rsidRPr="001279D5">
        <w:rPr>
          <w:i/>
        </w:rPr>
        <w:t xml:space="preserve">Science programmes of study: key stages 1 and 2 - National curriculum in England (DFE-00182-2013), </w:t>
      </w:r>
      <w:r w:rsidRPr="001279D5">
        <w:t>London, UK.</w:t>
      </w:r>
    </w:p>
    <w:p w:rsidR="001279D5" w:rsidRPr="001279D5" w:rsidRDefault="001279D5" w:rsidP="00414DA2">
      <w:pPr>
        <w:pStyle w:val="EndNoteBibliography"/>
        <w:spacing w:after="120"/>
      </w:pPr>
      <w:r w:rsidRPr="001279D5">
        <w:lastRenderedPageBreak/>
        <w:t xml:space="preserve">Driver, R., et al. (1994). </w:t>
      </w:r>
      <w:r w:rsidRPr="001279D5">
        <w:rPr>
          <w:i/>
        </w:rPr>
        <w:t xml:space="preserve">Making Sense of Secondary Science: Research into Children's Ideas, </w:t>
      </w:r>
      <w:r w:rsidRPr="001279D5">
        <w:t>London, UK: Routledge.</w:t>
      </w:r>
    </w:p>
    <w:p w:rsidR="001279D5" w:rsidRPr="001279D5" w:rsidRDefault="001279D5" w:rsidP="00414DA2">
      <w:pPr>
        <w:pStyle w:val="EndNoteBibliography"/>
        <w:spacing w:after="120"/>
      </w:pPr>
      <w:r w:rsidRPr="001279D5">
        <w:t xml:space="preserve">Dunlop, J. (2000). How children observe the Universe. </w:t>
      </w:r>
      <w:r w:rsidRPr="001279D5">
        <w:rPr>
          <w:i/>
        </w:rPr>
        <w:t>Publications of the Astronomical Society of Australia,</w:t>
      </w:r>
      <w:r w:rsidRPr="001279D5">
        <w:t xml:space="preserve"> 17</w:t>
      </w:r>
      <w:r w:rsidRPr="001279D5">
        <w:rPr>
          <w:b/>
        </w:rPr>
        <w:t>,</w:t>
      </w:r>
      <w:r w:rsidRPr="001279D5">
        <w:t xml:space="preserve"> 194-206.</w:t>
      </w:r>
    </w:p>
    <w:p w:rsidR="001279D5" w:rsidRPr="001279D5" w:rsidRDefault="001279D5" w:rsidP="00414DA2">
      <w:pPr>
        <w:pStyle w:val="EndNoteBibliography"/>
        <w:spacing w:after="120"/>
      </w:pPr>
      <w:r w:rsidRPr="001279D5">
        <w:t xml:space="preserve">Kikas, E. (1998). The impact of teaching on students' definitions and explanations of astronomical phenomena. </w:t>
      </w:r>
      <w:r w:rsidRPr="001279D5">
        <w:rPr>
          <w:i/>
        </w:rPr>
        <w:t>Learning and Instruction,</w:t>
      </w:r>
      <w:r w:rsidRPr="001279D5">
        <w:t xml:space="preserve"> 8:5</w:t>
      </w:r>
      <w:r w:rsidRPr="001279D5">
        <w:rPr>
          <w:b/>
        </w:rPr>
        <w:t>,</w:t>
      </w:r>
      <w:r w:rsidRPr="001279D5">
        <w:t xml:space="preserve"> 439-454.</w:t>
      </w:r>
    </w:p>
    <w:p w:rsidR="001279D5" w:rsidRPr="001279D5" w:rsidRDefault="001279D5" w:rsidP="00414DA2">
      <w:pPr>
        <w:pStyle w:val="EndNoteBibliography"/>
        <w:spacing w:after="120"/>
      </w:pPr>
      <w:r w:rsidRPr="001279D5">
        <w:t>Kucukozer, H. (2008). The effects of 3D</w:t>
      </w:r>
      <w:r w:rsidR="001639E8">
        <w:t xml:space="preserve"> </w:t>
      </w:r>
      <w:r w:rsidRPr="001279D5">
        <w:t xml:space="preserve">computer modelling on conceptual change about seasons and phases of the Moon. </w:t>
      </w:r>
      <w:r w:rsidRPr="001279D5">
        <w:rPr>
          <w:i/>
        </w:rPr>
        <w:t>Physics Education,</w:t>
      </w:r>
      <w:r w:rsidRPr="001279D5">
        <w:t xml:space="preserve"> 43(6)</w:t>
      </w:r>
      <w:r w:rsidRPr="001279D5">
        <w:rPr>
          <w:b/>
        </w:rPr>
        <w:t>,</w:t>
      </w:r>
      <w:r w:rsidRPr="001279D5">
        <w:t xml:space="preserve"> 632-636.</w:t>
      </w:r>
    </w:p>
    <w:p w:rsidR="001279D5" w:rsidRPr="001279D5" w:rsidRDefault="001279D5" w:rsidP="00414DA2">
      <w:pPr>
        <w:pStyle w:val="EndNoteBibliography"/>
        <w:spacing w:after="120"/>
      </w:pPr>
      <w:r w:rsidRPr="001279D5">
        <w:t xml:space="preserve">Lelliott, A. and Rollnick, M. (2009). Big Ideas: A review of astronomy education research 1974-2008. </w:t>
      </w:r>
      <w:r w:rsidRPr="001279D5">
        <w:rPr>
          <w:i/>
        </w:rPr>
        <w:t>International Journal of Science Education,</w:t>
      </w:r>
      <w:r w:rsidRPr="001279D5">
        <w:t xml:space="preserve"> 32:13</w:t>
      </w:r>
      <w:r w:rsidRPr="001279D5">
        <w:rPr>
          <w:b/>
        </w:rPr>
        <w:t>,</w:t>
      </w:r>
      <w:r w:rsidRPr="001279D5">
        <w:t xml:space="preserve"> 1771-1799.</w:t>
      </w:r>
    </w:p>
    <w:p w:rsidR="001279D5" w:rsidRPr="001279D5" w:rsidRDefault="001279D5" w:rsidP="00414DA2">
      <w:pPr>
        <w:pStyle w:val="EndNoteBibliography"/>
        <w:spacing w:after="120"/>
      </w:pPr>
      <w:r w:rsidRPr="001279D5">
        <w:t xml:space="preserve">Ojala, J. (1992). The third planet. </w:t>
      </w:r>
      <w:r w:rsidRPr="001279D5">
        <w:rPr>
          <w:i/>
        </w:rPr>
        <w:t>International Journal of Science Education,</w:t>
      </w:r>
      <w:r w:rsidRPr="001279D5">
        <w:t xml:space="preserve"> 14:2</w:t>
      </w:r>
      <w:r w:rsidRPr="001279D5">
        <w:rPr>
          <w:b/>
        </w:rPr>
        <w:t>,</w:t>
      </w:r>
      <w:r w:rsidRPr="001279D5">
        <w:t xml:space="preserve"> 191-200.</w:t>
      </w:r>
    </w:p>
    <w:p w:rsidR="001279D5" w:rsidRPr="001279D5" w:rsidRDefault="001279D5" w:rsidP="00414DA2">
      <w:pPr>
        <w:pStyle w:val="EndNoteBibliography"/>
        <w:spacing w:after="120"/>
      </w:pPr>
      <w:r w:rsidRPr="001279D5">
        <w:t xml:space="preserve">Ojala, J. (1997). Lost in space? The concepts of planetary phenomena held by trainee primary school teachers. </w:t>
      </w:r>
      <w:r w:rsidRPr="001279D5">
        <w:rPr>
          <w:i/>
        </w:rPr>
        <w:t>International Research in Geographical &amp; Environmental Education,</w:t>
      </w:r>
      <w:r w:rsidRPr="001279D5">
        <w:t xml:space="preserve"> 6:3</w:t>
      </w:r>
      <w:r w:rsidRPr="001279D5">
        <w:rPr>
          <w:b/>
        </w:rPr>
        <w:t>,</w:t>
      </w:r>
      <w:r w:rsidRPr="001279D5">
        <w:t xml:space="preserve"> 183-203.</w:t>
      </w:r>
    </w:p>
    <w:p w:rsidR="001279D5" w:rsidRPr="001279D5" w:rsidRDefault="001279D5" w:rsidP="00414DA2">
      <w:pPr>
        <w:pStyle w:val="EndNoteBibliography"/>
        <w:spacing w:after="120"/>
      </w:pPr>
      <w:r w:rsidRPr="001279D5">
        <w:t xml:space="preserve">Osborne, J. (2011). Earth in Space. In Sang, D. (ed.) </w:t>
      </w:r>
      <w:r w:rsidRPr="001279D5">
        <w:rPr>
          <w:i/>
        </w:rPr>
        <w:t>Teaching Secondary Physics.</w:t>
      </w:r>
      <w:r w:rsidRPr="001279D5">
        <w:t xml:space="preserve"> London: Hodder Education.</w:t>
      </w:r>
    </w:p>
    <w:p w:rsidR="001279D5" w:rsidRPr="001279D5" w:rsidRDefault="001279D5" w:rsidP="00414DA2">
      <w:pPr>
        <w:pStyle w:val="EndNoteBibliography"/>
        <w:spacing w:after="120"/>
      </w:pPr>
      <w:r w:rsidRPr="001279D5">
        <w:t xml:space="preserve">Sharp, J. G. (1996). Children's astronomical beliefs: a preliminary study of Year 6 children in south-west England. </w:t>
      </w:r>
      <w:r w:rsidRPr="001279D5">
        <w:rPr>
          <w:i/>
        </w:rPr>
        <w:t>International Journal of Science Education,</w:t>
      </w:r>
      <w:r w:rsidRPr="001279D5">
        <w:t xml:space="preserve"> 18(6)</w:t>
      </w:r>
      <w:r w:rsidRPr="001279D5">
        <w:rPr>
          <w:b/>
        </w:rPr>
        <w:t>,</w:t>
      </w:r>
      <w:r w:rsidRPr="001279D5">
        <w:t xml:space="preserve"> 685-712.</w:t>
      </w:r>
    </w:p>
    <w:p w:rsidR="001279D5" w:rsidRPr="001279D5" w:rsidRDefault="001279D5" w:rsidP="00414DA2">
      <w:pPr>
        <w:pStyle w:val="EndNoteBibliography"/>
        <w:spacing w:after="120"/>
      </w:pPr>
      <w:r w:rsidRPr="001279D5">
        <w:t xml:space="preserve">Trumper, R. (2006). Teaching future teachers basic astronomy concepts-seasonal changes-at a time of reform in science education. </w:t>
      </w:r>
      <w:r w:rsidRPr="001279D5">
        <w:rPr>
          <w:i/>
        </w:rPr>
        <w:t>Journal of Research in Science Teaching,</w:t>
      </w:r>
      <w:r w:rsidRPr="001279D5">
        <w:t xml:space="preserve"> 43(9)</w:t>
      </w:r>
      <w:r w:rsidRPr="001279D5">
        <w:rPr>
          <w:b/>
        </w:rPr>
        <w:t>,</w:t>
      </w:r>
      <w:r w:rsidRPr="001279D5">
        <w:t xml:space="preserve"> 879-906.</w:t>
      </w:r>
    </w:p>
    <w:p w:rsidR="001279D5" w:rsidRPr="001279D5" w:rsidRDefault="001279D5" w:rsidP="00414DA2">
      <w:pPr>
        <w:pStyle w:val="EndNoteBibliography"/>
        <w:spacing w:after="120"/>
      </w:pPr>
      <w:r w:rsidRPr="001279D5">
        <w:t xml:space="preserve">Tsai, C. and Chang, C. (2005). Lasting effects of instruction guided by the conflict map: Experimental study of learning about the causes of the seasons. </w:t>
      </w:r>
      <w:r w:rsidRPr="001279D5">
        <w:rPr>
          <w:i/>
        </w:rPr>
        <w:t>Journal of Research in Science Teaching,</w:t>
      </w:r>
      <w:r w:rsidRPr="001279D5">
        <w:t xml:space="preserve"> 42(10)</w:t>
      </w:r>
      <w:r w:rsidRPr="001279D5">
        <w:rPr>
          <w:b/>
        </w:rPr>
        <w:t>,</w:t>
      </w:r>
      <w:r w:rsidRPr="001279D5">
        <w:t xml:space="preserve"> 1089-1111.</w:t>
      </w:r>
    </w:p>
    <w:p w:rsidR="00D43788" w:rsidRDefault="001B7AC4" w:rsidP="00414DA2">
      <w:pPr>
        <w:spacing w:after="120" w:line="276" w:lineRule="auto"/>
      </w:pPr>
      <w:r>
        <w:fldChar w:fldCharType="end"/>
      </w:r>
    </w:p>
    <w:sectPr w:rsidR="00D43788" w:rsidSect="00F34FD0">
      <w:headerReference w:type="default" r:id="rId25"/>
      <w:footerReference w:type="default" r:id="rId26"/>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ACD" w:rsidRDefault="00E57ACD" w:rsidP="000B473B">
      <w:r>
        <w:separator/>
      </w:r>
    </w:p>
  </w:endnote>
  <w:endnote w:type="continuationSeparator" w:id="0">
    <w:p w:rsidR="00E57ACD" w:rsidRDefault="00E57AC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DB3D65"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914BB">
      <w:rPr>
        <w:noProof/>
      </w:rPr>
      <w:t>8</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ACD" w:rsidRDefault="00E57ACD" w:rsidP="000B473B">
      <w:r>
        <w:separator/>
      </w:r>
    </w:p>
  </w:footnote>
  <w:footnote w:type="continuationSeparator" w:id="0">
    <w:p w:rsidR="00E57ACD" w:rsidRDefault="00E57AC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AFCB3D"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57ACD"/>
    <w:rsid w:val="000026EA"/>
    <w:rsid w:val="00007ADB"/>
    <w:rsid w:val="00012EB3"/>
    <w:rsid w:val="00015578"/>
    <w:rsid w:val="00024731"/>
    <w:rsid w:val="00026DEC"/>
    <w:rsid w:val="0003079C"/>
    <w:rsid w:val="000323DD"/>
    <w:rsid w:val="00036EBA"/>
    <w:rsid w:val="00047483"/>
    <w:rsid w:val="000505CA"/>
    <w:rsid w:val="0005709C"/>
    <w:rsid w:val="00061BA5"/>
    <w:rsid w:val="000947E2"/>
    <w:rsid w:val="00095E04"/>
    <w:rsid w:val="000A4D1F"/>
    <w:rsid w:val="000B473B"/>
    <w:rsid w:val="000D0E89"/>
    <w:rsid w:val="000D2978"/>
    <w:rsid w:val="000E2689"/>
    <w:rsid w:val="000F5E42"/>
    <w:rsid w:val="00104331"/>
    <w:rsid w:val="00113E0A"/>
    <w:rsid w:val="001279D5"/>
    <w:rsid w:val="00137415"/>
    <w:rsid w:val="00142613"/>
    <w:rsid w:val="00144DA7"/>
    <w:rsid w:val="00161D3F"/>
    <w:rsid w:val="001639E8"/>
    <w:rsid w:val="001915D4"/>
    <w:rsid w:val="001A1FED"/>
    <w:rsid w:val="001A3F35"/>
    <w:rsid w:val="001A40E2"/>
    <w:rsid w:val="001B2603"/>
    <w:rsid w:val="001B2E84"/>
    <w:rsid w:val="001B67FD"/>
    <w:rsid w:val="001B7AC4"/>
    <w:rsid w:val="001C4805"/>
    <w:rsid w:val="001F285E"/>
    <w:rsid w:val="001F2B4D"/>
    <w:rsid w:val="001F36DD"/>
    <w:rsid w:val="001F614F"/>
    <w:rsid w:val="00204753"/>
    <w:rsid w:val="0020751F"/>
    <w:rsid w:val="002178AC"/>
    <w:rsid w:val="00223388"/>
    <w:rsid w:val="0022442F"/>
    <w:rsid w:val="00224B69"/>
    <w:rsid w:val="0022547C"/>
    <w:rsid w:val="00233BFE"/>
    <w:rsid w:val="002450A9"/>
    <w:rsid w:val="0025410A"/>
    <w:rsid w:val="0025578B"/>
    <w:rsid w:val="0028012F"/>
    <w:rsid w:val="00280B49"/>
    <w:rsid w:val="00287876"/>
    <w:rsid w:val="0029248B"/>
    <w:rsid w:val="00292C53"/>
    <w:rsid w:val="00294E22"/>
    <w:rsid w:val="002A0937"/>
    <w:rsid w:val="002A0EF2"/>
    <w:rsid w:val="002B068B"/>
    <w:rsid w:val="002C194B"/>
    <w:rsid w:val="002C36ED"/>
    <w:rsid w:val="002C4C1C"/>
    <w:rsid w:val="002C59BA"/>
    <w:rsid w:val="002E35EF"/>
    <w:rsid w:val="002E752F"/>
    <w:rsid w:val="002F08DF"/>
    <w:rsid w:val="002F3535"/>
    <w:rsid w:val="002F403B"/>
    <w:rsid w:val="002F71F0"/>
    <w:rsid w:val="00301AA9"/>
    <w:rsid w:val="003117F6"/>
    <w:rsid w:val="00341D0E"/>
    <w:rsid w:val="00350CCF"/>
    <w:rsid w:val="003512FB"/>
    <w:rsid w:val="003533B8"/>
    <w:rsid w:val="00360AA2"/>
    <w:rsid w:val="00366A1C"/>
    <w:rsid w:val="00370273"/>
    <w:rsid w:val="00372CC0"/>
    <w:rsid w:val="003752BE"/>
    <w:rsid w:val="00377662"/>
    <w:rsid w:val="003A346A"/>
    <w:rsid w:val="003B13BC"/>
    <w:rsid w:val="003B2917"/>
    <w:rsid w:val="003B541B"/>
    <w:rsid w:val="003C7537"/>
    <w:rsid w:val="003E2B2F"/>
    <w:rsid w:val="003E6046"/>
    <w:rsid w:val="003F16F9"/>
    <w:rsid w:val="004075AC"/>
    <w:rsid w:val="00414DA2"/>
    <w:rsid w:val="00430C1F"/>
    <w:rsid w:val="00430EBB"/>
    <w:rsid w:val="00437318"/>
    <w:rsid w:val="00442595"/>
    <w:rsid w:val="0045323E"/>
    <w:rsid w:val="0047036D"/>
    <w:rsid w:val="0047091F"/>
    <w:rsid w:val="00473E00"/>
    <w:rsid w:val="00481E64"/>
    <w:rsid w:val="004A118F"/>
    <w:rsid w:val="004B0EE1"/>
    <w:rsid w:val="004B3B23"/>
    <w:rsid w:val="004D0D83"/>
    <w:rsid w:val="004D3834"/>
    <w:rsid w:val="004D50F4"/>
    <w:rsid w:val="004E1DF1"/>
    <w:rsid w:val="004E2255"/>
    <w:rsid w:val="004E5592"/>
    <w:rsid w:val="004F0EBB"/>
    <w:rsid w:val="004F163A"/>
    <w:rsid w:val="004F3A89"/>
    <w:rsid w:val="004F540E"/>
    <w:rsid w:val="0050055B"/>
    <w:rsid w:val="00524710"/>
    <w:rsid w:val="00525BA0"/>
    <w:rsid w:val="0053472F"/>
    <w:rsid w:val="005519D4"/>
    <w:rsid w:val="00555342"/>
    <w:rsid w:val="005560E2"/>
    <w:rsid w:val="00575039"/>
    <w:rsid w:val="005767D5"/>
    <w:rsid w:val="005807C6"/>
    <w:rsid w:val="00581EA6"/>
    <w:rsid w:val="005A452E"/>
    <w:rsid w:val="005A7315"/>
    <w:rsid w:val="005B118B"/>
    <w:rsid w:val="005B4275"/>
    <w:rsid w:val="005B640B"/>
    <w:rsid w:val="005E383D"/>
    <w:rsid w:val="005E4624"/>
    <w:rsid w:val="005F115D"/>
    <w:rsid w:val="005F454A"/>
    <w:rsid w:val="00616F63"/>
    <w:rsid w:val="00620AFF"/>
    <w:rsid w:val="006259A2"/>
    <w:rsid w:val="006355D8"/>
    <w:rsid w:val="00642ECD"/>
    <w:rsid w:val="00646ACA"/>
    <w:rsid w:val="0065024C"/>
    <w:rsid w:val="006502A0"/>
    <w:rsid w:val="0065402A"/>
    <w:rsid w:val="00670958"/>
    <w:rsid w:val="006772F5"/>
    <w:rsid w:val="00677F01"/>
    <w:rsid w:val="00682405"/>
    <w:rsid w:val="006A01DE"/>
    <w:rsid w:val="006B0615"/>
    <w:rsid w:val="006C2DD9"/>
    <w:rsid w:val="006C4BCF"/>
    <w:rsid w:val="006D166B"/>
    <w:rsid w:val="006E0279"/>
    <w:rsid w:val="006E14F6"/>
    <w:rsid w:val="006E616D"/>
    <w:rsid w:val="006E73AB"/>
    <w:rsid w:val="006F01D8"/>
    <w:rsid w:val="006F3279"/>
    <w:rsid w:val="00703D98"/>
    <w:rsid w:val="00704AEE"/>
    <w:rsid w:val="00707114"/>
    <w:rsid w:val="007100E4"/>
    <w:rsid w:val="00722F9A"/>
    <w:rsid w:val="00745F60"/>
    <w:rsid w:val="0074640D"/>
    <w:rsid w:val="00754539"/>
    <w:rsid w:val="00757297"/>
    <w:rsid w:val="00760E08"/>
    <w:rsid w:val="00761D32"/>
    <w:rsid w:val="00781ADD"/>
    <w:rsid w:val="00793235"/>
    <w:rsid w:val="007932B9"/>
    <w:rsid w:val="00795CB4"/>
    <w:rsid w:val="007A3C86"/>
    <w:rsid w:val="007A683E"/>
    <w:rsid w:val="007A748B"/>
    <w:rsid w:val="007B0709"/>
    <w:rsid w:val="007B46DA"/>
    <w:rsid w:val="007C3B28"/>
    <w:rsid w:val="007D1D65"/>
    <w:rsid w:val="007E0A9E"/>
    <w:rsid w:val="007E5309"/>
    <w:rsid w:val="007E5DFF"/>
    <w:rsid w:val="007F3458"/>
    <w:rsid w:val="00800DE1"/>
    <w:rsid w:val="00802843"/>
    <w:rsid w:val="00813F47"/>
    <w:rsid w:val="008169B6"/>
    <w:rsid w:val="00821188"/>
    <w:rsid w:val="00834704"/>
    <w:rsid w:val="008450D6"/>
    <w:rsid w:val="00853866"/>
    <w:rsid w:val="008544D9"/>
    <w:rsid w:val="00856FCA"/>
    <w:rsid w:val="00872EB4"/>
    <w:rsid w:val="00873B8C"/>
    <w:rsid w:val="00886904"/>
    <w:rsid w:val="008A405F"/>
    <w:rsid w:val="008A4BCA"/>
    <w:rsid w:val="008B5B75"/>
    <w:rsid w:val="008C7F34"/>
    <w:rsid w:val="008E032D"/>
    <w:rsid w:val="008E13E0"/>
    <w:rsid w:val="008E580C"/>
    <w:rsid w:val="008E58C0"/>
    <w:rsid w:val="0090047A"/>
    <w:rsid w:val="00911BF8"/>
    <w:rsid w:val="00913AD8"/>
    <w:rsid w:val="00917940"/>
    <w:rsid w:val="00917C22"/>
    <w:rsid w:val="00924B30"/>
    <w:rsid w:val="00925026"/>
    <w:rsid w:val="00931264"/>
    <w:rsid w:val="00931912"/>
    <w:rsid w:val="00942A4B"/>
    <w:rsid w:val="00952444"/>
    <w:rsid w:val="00961D59"/>
    <w:rsid w:val="00963906"/>
    <w:rsid w:val="00975E12"/>
    <w:rsid w:val="00976E24"/>
    <w:rsid w:val="009831D2"/>
    <w:rsid w:val="009841B5"/>
    <w:rsid w:val="00992BA6"/>
    <w:rsid w:val="009B2D55"/>
    <w:rsid w:val="009C0343"/>
    <w:rsid w:val="009D762B"/>
    <w:rsid w:val="009E0D11"/>
    <w:rsid w:val="00A17FD0"/>
    <w:rsid w:val="00A24A16"/>
    <w:rsid w:val="00A37700"/>
    <w:rsid w:val="00A37D14"/>
    <w:rsid w:val="00A6168B"/>
    <w:rsid w:val="00A62028"/>
    <w:rsid w:val="00A7254A"/>
    <w:rsid w:val="00AA6236"/>
    <w:rsid w:val="00AA66F3"/>
    <w:rsid w:val="00AB68F5"/>
    <w:rsid w:val="00AB6AE7"/>
    <w:rsid w:val="00AC5437"/>
    <w:rsid w:val="00AD21F5"/>
    <w:rsid w:val="00AD5043"/>
    <w:rsid w:val="00AE3956"/>
    <w:rsid w:val="00AE5FB7"/>
    <w:rsid w:val="00AF0E74"/>
    <w:rsid w:val="00AF7DB9"/>
    <w:rsid w:val="00B00DF7"/>
    <w:rsid w:val="00B02819"/>
    <w:rsid w:val="00B060AA"/>
    <w:rsid w:val="00B06225"/>
    <w:rsid w:val="00B13687"/>
    <w:rsid w:val="00B23C7A"/>
    <w:rsid w:val="00B346B5"/>
    <w:rsid w:val="00B37C53"/>
    <w:rsid w:val="00B42E62"/>
    <w:rsid w:val="00B46FF9"/>
    <w:rsid w:val="00B6703E"/>
    <w:rsid w:val="00B72BC2"/>
    <w:rsid w:val="00B75483"/>
    <w:rsid w:val="00B81360"/>
    <w:rsid w:val="00B84FEE"/>
    <w:rsid w:val="00B902DF"/>
    <w:rsid w:val="00BA1347"/>
    <w:rsid w:val="00BA4EBE"/>
    <w:rsid w:val="00BA5A78"/>
    <w:rsid w:val="00BA628C"/>
    <w:rsid w:val="00BA7952"/>
    <w:rsid w:val="00BB3EA6"/>
    <w:rsid w:val="00BC5260"/>
    <w:rsid w:val="00BC73E5"/>
    <w:rsid w:val="00BD3160"/>
    <w:rsid w:val="00BE011A"/>
    <w:rsid w:val="00BE27BE"/>
    <w:rsid w:val="00BF0BBF"/>
    <w:rsid w:val="00BF5AD6"/>
    <w:rsid w:val="00BF6C8A"/>
    <w:rsid w:val="00C05571"/>
    <w:rsid w:val="00C06521"/>
    <w:rsid w:val="00C1183F"/>
    <w:rsid w:val="00C15989"/>
    <w:rsid w:val="00C175DB"/>
    <w:rsid w:val="00C17616"/>
    <w:rsid w:val="00C23A7F"/>
    <w:rsid w:val="00C246CE"/>
    <w:rsid w:val="00C24E40"/>
    <w:rsid w:val="00C25937"/>
    <w:rsid w:val="00C5553B"/>
    <w:rsid w:val="00C561C3"/>
    <w:rsid w:val="00C57FA2"/>
    <w:rsid w:val="00C63844"/>
    <w:rsid w:val="00C72918"/>
    <w:rsid w:val="00C8765D"/>
    <w:rsid w:val="00C9265A"/>
    <w:rsid w:val="00CA3C54"/>
    <w:rsid w:val="00CA4F91"/>
    <w:rsid w:val="00CB2FCE"/>
    <w:rsid w:val="00CB7ADB"/>
    <w:rsid w:val="00CC2E4D"/>
    <w:rsid w:val="00CC78A5"/>
    <w:rsid w:val="00CC7B16"/>
    <w:rsid w:val="00CC7D10"/>
    <w:rsid w:val="00CD2673"/>
    <w:rsid w:val="00CE15FE"/>
    <w:rsid w:val="00CE7273"/>
    <w:rsid w:val="00D02E15"/>
    <w:rsid w:val="00D14F44"/>
    <w:rsid w:val="00D216D6"/>
    <w:rsid w:val="00D278E8"/>
    <w:rsid w:val="00D40D1E"/>
    <w:rsid w:val="00D421C8"/>
    <w:rsid w:val="00D43788"/>
    <w:rsid w:val="00D44604"/>
    <w:rsid w:val="00D479B3"/>
    <w:rsid w:val="00D51657"/>
    <w:rsid w:val="00D52283"/>
    <w:rsid w:val="00D524E5"/>
    <w:rsid w:val="00D72FEF"/>
    <w:rsid w:val="00D755FA"/>
    <w:rsid w:val="00D83DD3"/>
    <w:rsid w:val="00DB49F6"/>
    <w:rsid w:val="00DB7449"/>
    <w:rsid w:val="00DB7471"/>
    <w:rsid w:val="00DC0842"/>
    <w:rsid w:val="00DC4A4E"/>
    <w:rsid w:val="00DD1874"/>
    <w:rsid w:val="00DD63BD"/>
    <w:rsid w:val="00DF121A"/>
    <w:rsid w:val="00E0599D"/>
    <w:rsid w:val="00E172C6"/>
    <w:rsid w:val="00E22B55"/>
    <w:rsid w:val="00E24309"/>
    <w:rsid w:val="00E31116"/>
    <w:rsid w:val="00E52449"/>
    <w:rsid w:val="00E53D82"/>
    <w:rsid w:val="00E54437"/>
    <w:rsid w:val="00E57ACD"/>
    <w:rsid w:val="00E753A9"/>
    <w:rsid w:val="00E75DFB"/>
    <w:rsid w:val="00E85A74"/>
    <w:rsid w:val="00EA5F93"/>
    <w:rsid w:val="00EC1BB9"/>
    <w:rsid w:val="00EC1E02"/>
    <w:rsid w:val="00ED5C8B"/>
    <w:rsid w:val="00EE5C81"/>
    <w:rsid w:val="00EE6B97"/>
    <w:rsid w:val="00F115C7"/>
    <w:rsid w:val="00F12C3B"/>
    <w:rsid w:val="00F136AD"/>
    <w:rsid w:val="00F1454D"/>
    <w:rsid w:val="00F26884"/>
    <w:rsid w:val="00F3483D"/>
    <w:rsid w:val="00F34FD0"/>
    <w:rsid w:val="00F40370"/>
    <w:rsid w:val="00F604E7"/>
    <w:rsid w:val="00F61321"/>
    <w:rsid w:val="00F66FF6"/>
    <w:rsid w:val="00F74824"/>
    <w:rsid w:val="00F75F0D"/>
    <w:rsid w:val="00F82443"/>
    <w:rsid w:val="00F8355F"/>
    <w:rsid w:val="00F90D64"/>
    <w:rsid w:val="00F914BB"/>
    <w:rsid w:val="00F955EC"/>
    <w:rsid w:val="00F95F3E"/>
    <w:rsid w:val="00FA14FE"/>
    <w:rsid w:val="00FA1A45"/>
    <w:rsid w:val="00FA3196"/>
    <w:rsid w:val="00FA3B07"/>
    <w:rsid w:val="00FB1FF6"/>
    <w:rsid w:val="00FB419F"/>
    <w:rsid w:val="00FC3779"/>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E250D00A-F92A-443C-9CB4-890A9232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
    <w:name w:val="EndNote Bibliography"/>
    <w:basedOn w:val="Normal"/>
    <w:link w:val="EndNoteBibliographyChar"/>
    <w:rsid w:val="001B7AC4"/>
    <w:rPr>
      <w:rFonts w:ascii="Calibri" w:hAnsi="Calibri" w:cs="Calibri"/>
      <w:noProof/>
      <w:lang w:val="en-US"/>
    </w:rPr>
  </w:style>
  <w:style w:type="character" w:customStyle="1" w:styleId="EndNoteBibliographyChar">
    <w:name w:val="EndNote Bibliography Char"/>
    <w:basedOn w:val="DefaultParagraphFont"/>
    <w:link w:val="EndNoteBibliography"/>
    <w:rsid w:val="001B7AC4"/>
    <w:rPr>
      <w:rFonts w:ascii="Calibri" w:hAnsi="Calibri" w:cs="Calibri"/>
      <w:noProof/>
      <w:lang w:val="en-US"/>
    </w:rPr>
  </w:style>
  <w:style w:type="paragraph" w:customStyle="1" w:styleId="EndNoteBibliographyTitle">
    <w:name w:val="EndNote Bibliography Title"/>
    <w:basedOn w:val="Normal"/>
    <w:link w:val="EndNoteBibliographyTitleChar"/>
    <w:rsid w:val="00C561C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561C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4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tmp"/><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tmp"/><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00.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80.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.template_physics_key concept_teacher notes.dotx</Template>
  <TotalTime>1607</TotalTime>
  <Pages>8</Pages>
  <Words>4063</Words>
  <Characters>23161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116</cp:revision>
  <cp:lastPrinted>2018-01-23T10:03:00Z</cp:lastPrinted>
  <dcterms:created xsi:type="dcterms:W3CDTF">2019-04-12T11:20:00Z</dcterms:created>
  <dcterms:modified xsi:type="dcterms:W3CDTF">2019-04-26T11:51:00Z</dcterms:modified>
</cp:coreProperties>
</file>